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ADD55" w14:textId="7C5E8C23" w:rsidR="00EC42F4" w:rsidRPr="00EC42F4" w:rsidRDefault="00EC42F4" w:rsidP="00EC42F4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EC42F4">
        <w:rPr>
          <w:rFonts w:ascii="Verdana" w:hAnsi="Verdana" w:cs="Verdana"/>
          <w:position w:val="16"/>
          <w:sz w:val="32"/>
          <w:szCs w:val="32"/>
        </w:rPr>
        <w:t xml:space="preserve">Wymagania edukacyjne niezbędne do uzyskania poszczególnych ocen </w:t>
      </w:r>
      <w:r w:rsidRPr="00EC42F4">
        <w:rPr>
          <w:rFonts w:ascii="Verdana" w:hAnsi="Verdana" w:cs="Verdana"/>
          <w:position w:val="16"/>
          <w:sz w:val="32"/>
          <w:szCs w:val="32"/>
        </w:rPr>
        <w:tab/>
        <w:t>dla</w:t>
      </w:r>
    </w:p>
    <w:p w14:paraId="6219F884" w14:textId="4364514D" w:rsidR="00EC42F4" w:rsidRPr="00EC42F4" w:rsidRDefault="00EC42F4" w:rsidP="00EC42F4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EC42F4">
        <w:rPr>
          <w:rFonts w:ascii="Verdana" w:hAnsi="Verdana" w:cs="Verdana"/>
          <w:position w:val="16"/>
          <w:sz w:val="32"/>
          <w:szCs w:val="32"/>
        </w:rPr>
        <w:t xml:space="preserve">klas </w:t>
      </w:r>
      <w:r>
        <w:rPr>
          <w:rFonts w:ascii="Verdana" w:hAnsi="Verdana" w:cs="Verdana"/>
          <w:position w:val="16"/>
          <w:sz w:val="32"/>
          <w:szCs w:val="32"/>
        </w:rPr>
        <w:t>trzecich</w:t>
      </w:r>
      <w:r w:rsidRPr="00EC42F4">
        <w:rPr>
          <w:rFonts w:ascii="Verdana" w:hAnsi="Verdana" w:cs="Verdana"/>
          <w:position w:val="16"/>
          <w:sz w:val="32"/>
          <w:szCs w:val="32"/>
        </w:rPr>
        <w:t xml:space="preserve"> LO i technikum</w:t>
      </w:r>
    </w:p>
    <w:p w14:paraId="78BFC0AE" w14:textId="001D68A7" w:rsidR="000218EB" w:rsidRPr="00EC42F4" w:rsidRDefault="00EC42F4" w:rsidP="00EC42F4">
      <w:pPr>
        <w:jc w:val="center"/>
        <w:rPr>
          <w:rFonts w:ascii="Verdana" w:hAnsi="Verdana" w:cs="Verdana"/>
          <w:position w:val="16"/>
          <w:sz w:val="32"/>
          <w:szCs w:val="32"/>
        </w:rPr>
      </w:pPr>
      <w:r w:rsidRPr="00EC42F4">
        <w:rPr>
          <w:rFonts w:ascii="Verdana" w:hAnsi="Verdana" w:cs="Verdana"/>
          <w:position w:val="16"/>
          <w:sz w:val="32"/>
          <w:szCs w:val="32"/>
        </w:rPr>
        <w:t>z języka niemieckiego</w:t>
      </w:r>
    </w:p>
    <w:p w14:paraId="6F4FDA9B" w14:textId="77777777" w:rsidR="000218EB" w:rsidRPr="00D12B22" w:rsidRDefault="000218EB" w:rsidP="000218EB">
      <w:pPr>
        <w:rPr>
          <w:rFonts w:ascii="Verdana" w:hAnsi="Verdana"/>
          <w:sz w:val="16"/>
          <w:szCs w:val="16"/>
        </w:rPr>
      </w:pPr>
    </w:p>
    <w:p w14:paraId="65824ED6" w14:textId="77777777" w:rsidR="000218EB" w:rsidRDefault="000218EB" w:rsidP="00CC2A43">
      <w:pPr>
        <w:pStyle w:val="Nagwek2"/>
        <w:shd w:val="clear" w:color="auto" w:fill="00B0F0"/>
      </w:pPr>
      <w:r w:rsidRPr="00892963">
        <w:t>Kryteria oceniania ogólne</w:t>
      </w:r>
    </w:p>
    <w:p w14:paraId="5317628C" w14:textId="77777777" w:rsidR="000218EB" w:rsidRPr="00892963" w:rsidRDefault="000218EB" w:rsidP="000218EB"/>
    <w:tbl>
      <w:tblPr>
        <w:tblW w:w="1403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127"/>
        <w:gridCol w:w="1984"/>
        <w:gridCol w:w="2268"/>
        <w:gridCol w:w="1985"/>
        <w:gridCol w:w="1701"/>
      </w:tblGrid>
      <w:tr w:rsidR="000218EB" w:rsidRPr="00D12B22" w14:paraId="2B45F6B4" w14:textId="77777777" w:rsidTr="0031787F"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2C89E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EB30BC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595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D6C4BA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0218EB" w:rsidRPr="00D12B22" w14:paraId="211F2941" w14:textId="77777777" w:rsidTr="0031787F"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61616C8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874C3C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0286BFC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0678B22E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F58439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5826B1A5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F79ECC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37D15A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50B3E069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1FB4FFF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7DCBE50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1DBF3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14:paraId="1A3C94A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0218EB" w:rsidRPr="00D12B22" w14:paraId="1AA0593C" w14:textId="77777777" w:rsidTr="0031787F"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7E55A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0A842CD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3217A497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501200D5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14:paraId="5DB6CC4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48C6FADC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14929F91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580048C1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14:paraId="1DF3EE1B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023B0E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18EB" w:rsidRPr="00D12B22" w14:paraId="4E68C28F" w14:textId="77777777" w:rsidTr="0031787F"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148C21C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Wiadomości:</w:t>
            </w:r>
          </w:p>
          <w:p w14:paraId="5EF86DA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środki językowe</w:t>
            </w:r>
          </w:p>
          <w:p w14:paraId="7B92F5B4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fonetyka</w:t>
            </w:r>
          </w:p>
          <w:p w14:paraId="4FE90562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ortografia</w:t>
            </w:r>
          </w:p>
        </w:tc>
        <w:tc>
          <w:tcPr>
            <w:tcW w:w="2268" w:type="dxa"/>
            <w:vMerge w:val="restar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39805858" w14:textId="77777777" w:rsidR="000218EB" w:rsidRPr="002A4638" w:rsidRDefault="000218EB" w:rsidP="00C3194D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 xml:space="preserve">Uczeń nie spełnia większości kryteriów, </w:t>
            </w:r>
            <w:r w:rsidRPr="002A4638">
              <w:rPr>
                <w:rFonts w:ascii="Verdana" w:hAnsi="Verdana"/>
                <w:b w:val="0"/>
                <w:sz w:val="16"/>
                <w:szCs w:val="16"/>
              </w:rPr>
              <w:br/>
              <w:t>by otrzymać ocenę dopuszczającą, tj. nie opanował podstawowej wiedzy i nie potrafi wykonać zadań o elementarnym stopniu trudności nawet z pomocą nauczyciela.</w:t>
            </w:r>
          </w:p>
          <w:p w14:paraId="0BC9F659" w14:textId="77777777" w:rsidR="000218EB" w:rsidRPr="00D12B22" w:rsidRDefault="000218EB" w:rsidP="00C3194D">
            <w:p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>Braki w wiadomościach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2A4638">
              <w:rPr>
                <w:rFonts w:ascii="Verdana" w:hAnsi="Verdana"/>
                <w:b w:val="0"/>
                <w:sz w:val="16"/>
                <w:szCs w:val="16"/>
              </w:rPr>
              <w:t>i umiejętnościach są na tyle rozległe, że uniemożliwiają mu naukę na kolejnych etapach.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</w:tcBorders>
          </w:tcPr>
          <w:p w14:paraId="5DFC67A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3721822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ograniczoną liczbę podstawowych słów i wyrażeń</w:t>
            </w:r>
          </w:p>
          <w:p w14:paraId="1B8A0D9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</w:t>
            </w:r>
          </w:p>
          <w:p w14:paraId="1A395A3D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w ich zapisie i wymowie</w:t>
            </w:r>
          </w:p>
          <w:p w14:paraId="2547A8F5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proste, elementarne gramatyczn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ie, 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>wprowadzone przez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wyrażenia</w:t>
            </w:r>
          </w:p>
          <w:p w14:paraId="49298DD4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 leksykalno-gramatyczne we wszystkich typach zadań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</w:tcPr>
          <w:p w14:paraId="5A32DB26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6C0E388A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•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zna część wprowadzonych słów i wyrażeń</w:t>
            </w:r>
          </w:p>
          <w:p w14:paraId="789BEA02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w ich zapisie i wymowie</w:t>
            </w:r>
          </w:p>
          <w:p w14:paraId="106D53E1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większość wprowadzonych struktur gramatycznych</w:t>
            </w:r>
          </w:p>
          <w:p w14:paraId="4D3789AC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 w trudniejszych zadaniach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66A96865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C16CD86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większość wprowadzonych słów i wyrażeń</w:t>
            </w:r>
          </w:p>
          <w:p w14:paraId="61D7578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poprawnie je zapisuje i wymawia</w:t>
            </w:r>
          </w:p>
          <w:p w14:paraId="1D46E689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4406EA9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58626E02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532323A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wszystkie wprowadzone słowa i wyrażenia</w:t>
            </w:r>
          </w:p>
          <w:p w14:paraId="061CCC1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je zapisuje i wymawia</w:t>
            </w:r>
          </w:p>
          <w:p w14:paraId="19CD5356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14:paraId="7502D5B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leksykalno-gramatyczne, które zwykle potrafi samodzielnie poprawić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6B06EF60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14:paraId="041A32B6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C1814E7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14:paraId="42E6E93D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F8EA4CC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E550592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EC3753F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B75EF77" w14:textId="77777777" w:rsidR="000218EB" w:rsidRPr="007B0795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670928D" w14:textId="77777777" w:rsidR="000218EB" w:rsidRPr="000E5376" w:rsidRDefault="000218EB" w:rsidP="00C3194D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14:paraId="37B321C3" w14:textId="77777777" w:rsidR="000218EB" w:rsidRPr="000E5376" w:rsidRDefault="000218EB" w:rsidP="00C3194D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Ustalenie wymagań na ocenę celującą należy do nauczyciela, ale muszą one być zgodne z prawem. Jeżeli uczeń wykazuje zainteresowanie poszerzaniem wiedzy,</w:t>
            </w:r>
            <w:r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14:paraId="6E22F6F3" w14:textId="77777777" w:rsidR="000218EB" w:rsidRPr="00D12B22" w:rsidRDefault="000218EB" w:rsidP="00C3194D">
            <w:pPr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0218EB" w:rsidRPr="00D12B22" w14:paraId="18CA4295" w14:textId="77777777" w:rsidTr="0031787F"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FCD293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Umiejętności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271716" w14:textId="77777777" w:rsidR="000218EB" w:rsidRPr="00D12B22" w:rsidRDefault="000218EB" w:rsidP="00C3194D">
            <w:pPr>
              <w:pStyle w:val="Zawartotabeli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AD7D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15C701F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0EA33D45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2772400F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nauczyciela,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w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bardzo ograniczonym stopniu rozwiązuje zadania na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słuchanie – rozumie pojedyncze słowa</w:t>
            </w:r>
          </w:p>
          <w:p w14:paraId="65103792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ogólny sens przeczytanych tekstów, w ograniczonym stopniu rozwiązuje zadania na czytanie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30B7C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7A06272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5919CECD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4E1F663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25A11A5B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częściowo poprawnie rozwiązuje zadania na czytanie i słuchanie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14:paraId="307CEEC0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43DFFF7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035919AF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C3AF5B1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4CF033BC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rozwiązuje zadania na czytanie i słuchanie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</w:tcBorders>
          </w:tcPr>
          <w:p w14:paraId="35FD821F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5975BC65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14:paraId="14C9666E" w14:textId="77777777" w:rsidR="000218EB" w:rsidRPr="0003427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14:paraId="0D6B477B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14:paraId="67A1F207" w14:textId="77777777" w:rsidR="000218EB" w:rsidRPr="00D12B22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rozwiązuje zadania na czytanie i słuchanie</w:t>
            </w:r>
          </w:p>
          <w:p w14:paraId="4ACEE729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• zwykle potrafi uzasadnić swoje odpowiedzi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7E86E9F4" w14:textId="77777777" w:rsidR="000218EB" w:rsidRPr="00D12B22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0218EB" w14:paraId="5041F42D" w14:textId="77777777" w:rsidTr="0031787F">
        <w:trPr>
          <w:trHeight w:val="4910"/>
        </w:trPr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2691B3B" w14:textId="77777777" w:rsidR="000218EB" w:rsidRDefault="000218EB" w:rsidP="00C3194D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5467CC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14:paraId="6C2CB52D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0A2F80FA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5B73B396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ucznia nie są płynne i są bardzo krótkie: wyrazy, zdania pojedyncze, w formie pisemnej dwa, trzy zdania</w:t>
            </w:r>
          </w:p>
          <w:p w14:paraId="00BD6740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niewielką część istotnych informacji</w:t>
            </w:r>
          </w:p>
          <w:p w14:paraId="7D2EA8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w dużym stopniu nielogiczne i niespójne</w:t>
            </w:r>
          </w:p>
          <w:p w14:paraId="0215C83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niewielki zakres słownictwa i struktur</w:t>
            </w:r>
          </w:p>
          <w:p w14:paraId="18AF480B" w14:textId="77777777" w:rsidR="000218EB" w:rsidRPr="00B27878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popełnia liczne błędy leksykalno-gramatyczne, które mogą zakłócać komunikację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176B81DA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126146FD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38ED13A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wypowiedzi nie są zbyt płynne, ale mają dostateczną długość</w:t>
            </w:r>
          </w:p>
          <w:p w14:paraId="7A16D86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większość istotnych informacji</w:t>
            </w:r>
          </w:p>
          <w:p w14:paraId="59791493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częściowo nielogiczne i niespójne</w:t>
            </w:r>
          </w:p>
          <w:p w14:paraId="151742EA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słownictwo i struktury odpowiednie do formy wypowiedzi</w:t>
            </w:r>
          </w:p>
          <w:p w14:paraId="386ED9FC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leksykalno-gramatycznych, które nie zakłócają jednak komunikacji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FAD5D42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08DF761C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7FC2CE6F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dość płynne i mają odpowiednią długość</w:t>
            </w:r>
          </w:p>
          <w:p w14:paraId="6F76765A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istotne informacje</w:t>
            </w:r>
          </w:p>
          <w:p w14:paraId="2EA7489E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w miarę spójne</w:t>
            </w:r>
          </w:p>
          <w:p w14:paraId="62999ADB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adekwatne do tematu słownictwo i struktury</w:t>
            </w:r>
          </w:p>
          <w:p w14:paraId="39D6AC02" w14:textId="77777777" w:rsidR="000218EB" w:rsidRPr="00172EF3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leksykalno-gramatyczne, które nie zakłócają komunikacji</w:t>
            </w:r>
          </w:p>
          <w:p w14:paraId="7B91AA81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pisząc, uczeń stosuje odpowiednią formę i styl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1E4718A4" w14:textId="77777777" w:rsidR="000218EB" w:rsidRDefault="000218EB" w:rsidP="00C3194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28891622" w14:textId="77777777" w:rsidR="000218EB" w:rsidRPr="00262CA0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14:paraId="2E22E5ED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płynne i mają odpowiednią długość</w:t>
            </w:r>
          </w:p>
          <w:p w14:paraId="0BDB8B32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wymagane informacje</w:t>
            </w:r>
          </w:p>
          <w:p w14:paraId="0077A554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spójne</w:t>
            </w:r>
          </w:p>
          <w:p w14:paraId="090E48C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bogate słownictwo i struktury</w:t>
            </w:r>
          </w:p>
          <w:p w14:paraId="040ADC28" w14:textId="77777777" w:rsidR="000218EB" w:rsidRDefault="000218EB" w:rsidP="00C3194D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</w:t>
            </w:r>
          </w:p>
          <w:p w14:paraId="2FAC8BB0" w14:textId="77777777" w:rsidR="000218EB" w:rsidRPr="00172EF3" w:rsidRDefault="000218EB" w:rsidP="00C3194D">
            <w:pPr>
              <w:pStyle w:val="Zawartotabeli"/>
              <w:rPr>
                <w:rFonts w:eastAsia="Verdana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odpowiednią formę i styl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77B406" w14:textId="77777777" w:rsidR="000218EB" w:rsidRDefault="000218EB" w:rsidP="00C3194D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14:paraId="687D674F" w14:textId="77777777" w:rsidR="005D6C49" w:rsidRDefault="005D6C49"/>
    <w:p w14:paraId="210D6F98" w14:textId="77777777" w:rsidR="000218EB" w:rsidRDefault="000218EB"/>
    <w:p w14:paraId="6EC20800" w14:textId="77777777" w:rsidR="000218EB" w:rsidRDefault="000218EB"/>
    <w:p w14:paraId="092AFA5E" w14:textId="77777777" w:rsidR="000218EB" w:rsidRDefault="000218EB"/>
    <w:p w14:paraId="62452C71" w14:textId="77777777" w:rsidR="000218EB" w:rsidRDefault="000218EB"/>
    <w:p w14:paraId="6EDB0C3B" w14:textId="77777777" w:rsidR="000218EB" w:rsidRDefault="000218EB"/>
    <w:p w14:paraId="62A38AE5" w14:textId="77777777" w:rsidR="000218EB" w:rsidRDefault="000218EB"/>
    <w:p w14:paraId="20AB1FC7" w14:textId="5FEEE803" w:rsidR="000218EB" w:rsidRDefault="000218EB">
      <w:pPr>
        <w:suppressAutoHyphens w:val="0"/>
        <w:snapToGrid/>
        <w:spacing w:after="160" w:line="259" w:lineRule="auto"/>
      </w:pPr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218EB" w14:paraId="2DD934CF" w14:textId="77777777" w:rsidTr="00125400">
        <w:tc>
          <w:tcPr>
            <w:tcW w:w="13994" w:type="dxa"/>
            <w:gridSpan w:val="6"/>
          </w:tcPr>
          <w:p w14:paraId="08F4AE8E" w14:textId="01104608" w:rsidR="000218EB" w:rsidRDefault="000218EB">
            <w:r>
              <w:rPr>
                <w:rFonts w:ascii="Verdana" w:hAnsi="Verdana"/>
                <w:sz w:val="16"/>
                <w:szCs w:val="16"/>
              </w:rPr>
              <w:lastRenderedPageBreak/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921E3">
              <w:rPr>
                <w:rFonts w:ascii="Verdana" w:hAnsi="Verdana"/>
                <w:sz w:val="16"/>
                <w:szCs w:val="16"/>
              </w:rPr>
              <w:t>3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1: </w:t>
            </w:r>
            <w:proofErr w:type="spellStart"/>
            <w:r w:rsidR="00C84D88">
              <w:rPr>
                <w:rFonts w:ascii="Verdana" w:hAnsi="Verdana"/>
                <w:sz w:val="16"/>
                <w:szCs w:val="16"/>
              </w:rPr>
              <w:t>Lernen</w:t>
            </w:r>
            <w:proofErr w:type="spellEnd"/>
          </w:p>
        </w:tc>
      </w:tr>
      <w:tr w:rsidR="000218EB" w14:paraId="555A35F1" w14:textId="77777777" w:rsidTr="00C921E3">
        <w:tc>
          <w:tcPr>
            <w:tcW w:w="2332" w:type="dxa"/>
            <w:shd w:val="clear" w:color="auto" w:fill="009999"/>
          </w:tcPr>
          <w:p w14:paraId="00CBBE06" w14:textId="637849BC" w:rsidR="000218EB" w:rsidRDefault="000218EB">
            <w:r>
              <w:t>OCENA</w:t>
            </w:r>
          </w:p>
        </w:tc>
        <w:tc>
          <w:tcPr>
            <w:tcW w:w="2332" w:type="dxa"/>
            <w:shd w:val="clear" w:color="auto" w:fill="009999"/>
          </w:tcPr>
          <w:p w14:paraId="07A099E8" w14:textId="77777777" w:rsidR="000218EB" w:rsidRPr="000F4505" w:rsidRDefault="000218EB" w:rsidP="000218E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234590F9" w14:textId="77777777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9999"/>
          </w:tcPr>
          <w:p w14:paraId="3ED75B0D" w14:textId="5078B599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9999"/>
          </w:tcPr>
          <w:p w14:paraId="66CCE8B6" w14:textId="173C79AF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9999"/>
          </w:tcPr>
          <w:p w14:paraId="5E086E53" w14:textId="63DC08E0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9999"/>
          </w:tcPr>
          <w:p w14:paraId="047D48B0" w14:textId="7C0E6D01" w:rsidR="000218EB" w:rsidRPr="000F4505" w:rsidRDefault="000218EB" w:rsidP="000218EB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81549C" w14:paraId="67AF6D08" w14:textId="77777777" w:rsidTr="00016A0D">
        <w:tc>
          <w:tcPr>
            <w:tcW w:w="2332" w:type="dxa"/>
          </w:tcPr>
          <w:p w14:paraId="00D44CA0" w14:textId="77777777" w:rsidR="0081549C" w:rsidRDefault="0081549C" w:rsidP="0081549C"/>
        </w:tc>
        <w:tc>
          <w:tcPr>
            <w:tcW w:w="2332" w:type="dxa"/>
            <w:vAlign w:val="center"/>
          </w:tcPr>
          <w:p w14:paraId="6B8C4314" w14:textId="37FCEDA7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7EF655DE" w14:textId="7D35FD66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1B473B2D" w14:textId="77777777" w:rsidR="0081549C" w:rsidRPr="00654F0F" w:rsidRDefault="0081549C" w:rsidP="0081549C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B4917EA" w14:textId="16B5F069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4E2745FF" w14:textId="5CD4B56C" w:rsidR="0081549C" w:rsidRDefault="0081549C" w:rsidP="0081549C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53B5273F" w14:textId="70CE7C28" w:rsidR="0081549C" w:rsidRDefault="0081549C" w:rsidP="0081549C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BC68F8" w14:paraId="248EE096" w14:textId="77777777" w:rsidTr="000218EB">
        <w:tc>
          <w:tcPr>
            <w:tcW w:w="2332" w:type="dxa"/>
          </w:tcPr>
          <w:p w14:paraId="2230A607" w14:textId="77777777" w:rsidR="00BC68F8" w:rsidRDefault="00BC68F8" w:rsidP="00BC68F8">
            <w:r>
              <w:t>WIEDZA</w:t>
            </w:r>
          </w:p>
          <w:p w14:paraId="3F5E14EA" w14:textId="77777777" w:rsidR="00BC68F8" w:rsidRPr="00654F0F" w:rsidRDefault="00BC68F8" w:rsidP="00BC68F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17551B98" w14:textId="77777777" w:rsidR="00BC68F8" w:rsidRPr="00654F0F" w:rsidRDefault="00BC68F8" w:rsidP="00BC68F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4FF6C13E" w14:textId="37104DB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48605299" w14:textId="7BAF6B0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24D80B7" w14:textId="2148FD87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24FAABE" w14:textId="24E9D3CE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556390E" w14:textId="26AC1DF5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7D7957D" w14:textId="6E53D2AD" w:rsidR="00BC68F8" w:rsidRDefault="00BC68F8" w:rsidP="00BC68F8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292274" w14:paraId="414DB76B" w14:textId="77777777" w:rsidTr="008C0F31">
        <w:tc>
          <w:tcPr>
            <w:tcW w:w="2332" w:type="dxa"/>
          </w:tcPr>
          <w:p w14:paraId="310309E2" w14:textId="77777777" w:rsidR="00292274" w:rsidRDefault="00292274" w:rsidP="00BC68F8"/>
        </w:tc>
        <w:tc>
          <w:tcPr>
            <w:tcW w:w="2332" w:type="dxa"/>
            <w:tcBorders>
              <w:bottom w:val="nil"/>
            </w:tcBorders>
          </w:tcPr>
          <w:p w14:paraId="5C9EE197" w14:textId="5D825338" w:rsidR="00292274" w:rsidRPr="00654F0F" w:rsidRDefault="0029227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56414A6D" w14:textId="184E295D" w:rsidR="00292274" w:rsidRPr="00654F0F" w:rsidRDefault="008E6657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1D11902" w14:textId="3CFE3FBC" w:rsidR="00292274" w:rsidRPr="00654F0F" w:rsidRDefault="00BF706A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6DB91A4C" w14:textId="07D1FB6E" w:rsidR="00292274" w:rsidRPr="00654F0F" w:rsidRDefault="006112D4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7132B4C4" w14:textId="2259D56A" w:rsidR="00292274" w:rsidRPr="00654F0F" w:rsidRDefault="002D7CD1" w:rsidP="00BC68F8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6112D4" w14:paraId="0A247F56" w14:textId="77777777" w:rsidTr="008C0F31">
        <w:tc>
          <w:tcPr>
            <w:tcW w:w="2332" w:type="dxa"/>
          </w:tcPr>
          <w:p w14:paraId="1E71B645" w14:textId="77777777" w:rsidR="006112D4" w:rsidRDefault="006112D4" w:rsidP="00BC68F8"/>
        </w:tc>
        <w:tc>
          <w:tcPr>
            <w:tcW w:w="11662" w:type="dxa"/>
            <w:gridSpan w:val="5"/>
            <w:tcBorders>
              <w:top w:val="nil"/>
            </w:tcBorders>
          </w:tcPr>
          <w:p w14:paraId="7A1A137C" w14:textId="77777777" w:rsidR="00C84D88" w:rsidRPr="008A3730" w:rsidRDefault="00C84D88" w:rsidP="00C84D88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Życie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szkoły</w:t>
            </w:r>
            <w:proofErr w:type="spellEnd"/>
          </w:p>
          <w:p w14:paraId="556A6E16" w14:textId="77777777" w:rsidR="00C84D88" w:rsidRPr="008A3730" w:rsidRDefault="00C84D88" w:rsidP="00C84D88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Problemy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w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szkole</w:t>
            </w:r>
            <w:proofErr w:type="spellEnd"/>
          </w:p>
          <w:p w14:paraId="6F0E2D83" w14:textId="77777777" w:rsidR="00C84D88" w:rsidRPr="008A3730" w:rsidRDefault="00C84D88" w:rsidP="00C84D88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A3730">
              <w:rPr>
                <w:rFonts w:ascii="Verdana" w:eastAsia="Verdana" w:hAnsi="Verdana" w:cs="Verdana"/>
                <w:b w:val="0"/>
                <w:sz w:val="16"/>
                <w:szCs w:val="16"/>
              </w:rPr>
              <w:t>Słownictwo służące do opisywania nauki języków obcych</w:t>
            </w:r>
          </w:p>
          <w:p w14:paraId="0DF4ED89" w14:textId="77777777" w:rsidR="00C84D88" w:rsidRDefault="00C84D88" w:rsidP="00C84D88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System szkolnictwa w Niemczech</w:t>
            </w:r>
          </w:p>
          <w:p w14:paraId="1CCE5805" w14:textId="77777777" w:rsidR="00C84D88" w:rsidRPr="00C84D88" w:rsidRDefault="00C84D88" w:rsidP="00C84D88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Bezokolicznik z </w:t>
            </w:r>
            <w:proofErr w:type="spellStart"/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zu</w:t>
            </w:r>
            <w:proofErr w:type="spellEnd"/>
          </w:p>
          <w:p w14:paraId="100425A2" w14:textId="2A9E7A80" w:rsidR="006112D4" w:rsidRPr="00C84D88" w:rsidRDefault="00C84D88" w:rsidP="00C84D88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C84D88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 przeszły </w:t>
            </w:r>
            <w:proofErr w:type="spellStart"/>
            <w:r w:rsidRPr="00C84D88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Präteritum</w:t>
            </w:r>
            <w:proofErr w:type="spellEnd"/>
            <w:r w:rsidRPr="00C84D88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</w:tr>
      <w:tr w:rsidR="00430421" w14:paraId="0CB8544F" w14:textId="77777777" w:rsidTr="000218EB">
        <w:tc>
          <w:tcPr>
            <w:tcW w:w="2332" w:type="dxa"/>
          </w:tcPr>
          <w:p w14:paraId="184A9DDB" w14:textId="4A4A8B4B" w:rsidR="00430421" w:rsidRDefault="00430421" w:rsidP="00430421">
            <w:r>
              <w:t>RECEPCJA</w:t>
            </w:r>
          </w:p>
        </w:tc>
        <w:tc>
          <w:tcPr>
            <w:tcW w:w="2332" w:type="dxa"/>
          </w:tcPr>
          <w:p w14:paraId="0196995A" w14:textId="227039CA" w:rsidR="00430421" w:rsidRDefault="00430421" w:rsidP="0043042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 (np. </w:t>
            </w:r>
            <w:r w:rsidRPr="008E18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 xml:space="preserve">super, </w:t>
            </w:r>
            <w:proofErr w:type="spellStart"/>
            <w:r w:rsidRPr="008E18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interessant</w:t>
            </w:r>
            <w:proofErr w:type="spellEnd"/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), internacjonalizmy. Częściowo poprawnie rozwiązuje zadania na czytanie.</w:t>
            </w:r>
          </w:p>
        </w:tc>
        <w:tc>
          <w:tcPr>
            <w:tcW w:w="2332" w:type="dxa"/>
          </w:tcPr>
          <w:p w14:paraId="0985CD6B" w14:textId="460ADFC0" w:rsidR="00430421" w:rsidRDefault="00430421" w:rsidP="0043042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pisanych i czytanych słowa o wysokim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stopniu pospolitości, łatwości,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0AE0655D" w14:textId="77777777" w:rsidR="00430421" w:rsidRPr="00654F0F" w:rsidRDefault="00430421" w:rsidP="00430421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D262C6E" w14:textId="5D9D456C" w:rsidR="00430421" w:rsidRDefault="00430421" w:rsidP="0043042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6C8363E5" w14:textId="60184620" w:rsidR="00430421" w:rsidRDefault="00430421" w:rsidP="0043042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słuchanie: r/f, dobieranie, wielokrotny wybór.</w:t>
            </w:r>
          </w:p>
        </w:tc>
        <w:tc>
          <w:tcPr>
            <w:tcW w:w="2333" w:type="dxa"/>
          </w:tcPr>
          <w:p w14:paraId="079C2807" w14:textId="4C309C4A" w:rsidR="00430421" w:rsidRDefault="0090009C" w:rsidP="00430421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 w:rsidR="0065348D"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słuchanie: r/f, dobieranie, wielokrotny wybór.</w:t>
            </w:r>
          </w:p>
        </w:tc>
      </w:tr>
      <w:tr w:rsidR="00430421" w14:paraId="28D26835" w14:textId="77777777" w:rsidTr="000218EB">
        <w:tc>
          <w:tcPr>
            <w:tcW w:w="2332" w:type="dxa"/>
          </w:tcPr>
          <w:p w14:paraId="16872448" w14:textId="31310C2E" w:rsidR="00430421" w:rsidRDefault="00430421" w:rsidP="00430421">
            <w:r>
              <w:t>PRODUKCJA</w:t>
            </w:r>
          </w:p>
        </w:tc>
        <w:tc>
          <w:tcPr>
            <w:tcW w:w="2332" w:type="dxa"/>
          </w:tcPr>
          <w:p w14:paraId="59879FDE" w14:textId="2C295B35" w:rsidR="00430421" w:rsidRDefault="00430421" w:rsidP="00430421">
            <w:r w:rsidRPr="00442845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499CD572" w14:textId="77777777" w:rsidR="00430421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 o planach na nowy rok szkolny</w:t>
            </w:r>
          </w:p>
          <w:p w14:paraId="20B56469" w14:textId="77777777" w:rsidR="00430421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Informuje o problemach w szkole </w:t>
            </w:r>
          </w:p>
          <w:p w14:paraId="69D9DC7F" w14:textId="77777777" w:rsidR="00430421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Krótko przedstawia system szkolnictwa w Niemczech</w:t>
            </w:r>
          </w:p>
          <w:p w14:paraId="430CECF4" w14:textId="77777777" w:rsidR="00430421" w:rsidRDefault="00430421" w:rsidP="00430421"/>
        </w:tc>
        <w:tc>
          <w:tcPr>
            <w:tcW w:w="2332" w:type="dxa"/>
          </w:tcPr>
          <w:p w14:paraId="492DDB6A" w14:textId="77777777" w:rsidR="00430421" w:rsidRPr="00442845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61EB164B" w14:textId="7F474905" w:rsidR="00430421" w:rsidRDefault="00430421" w:rsidP="00430421"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Zachowuje poprawność językową na poziomie 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umożliwiającym dobrą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014F9839" w14:textId="77777777" w:rsidR="00430421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planach na nowy rok szkolny</w:t>
            </w:r>
          </w:p>
          <w:p w14:paraId="658F65FF" w14:textId="77777777" w:rsidR="00430421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problemy w szkole i ich przyczyny</w:t>
            </w:r>
          </w:p>
          <w:p w14:paraId="4948D6AE" w14:textId="77777777" w:rsidR="00430421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swojej szkole</w:t>
            </w:r>
          </w:p>
          <w:p w14:paraId="12C32A4B" w14:textId="0A60BDDC" w:rsidR="00430421" w:rsidRDefault="00430421" w:rsidP="00430421"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Porównuje system szkolnictwa w Polsce i w Niemczech</w:t>
            </w:r>
          </w:p>
        </w:tc>
        <w:tc>
          <w:tcPr>
            <w:tcW w:w="2333" w:type="dxa"/>
          </w:tcPr>
          <w:p w14:paraId="313D22EB" w14:textId="77777777" w:rsidR="0090009C" w:rsidRDefault="0090009C" w:rsidP="0090009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planach na nowy rok szkolny</w:t>
            </w:r>
          </w:p>
          <w:p w14:paraId="1171558F" w14:textId="77777777" w:rsidR="0090009C" w:rsidRDefault="0090009C" w:rsidP="0090009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problemy w szkole i ich przyczyny</w:t>
            </w:r>
          </w:p>
          <w:p w14:paraId="43EC0DAA" w14:textId="77777777" w:rsidR="0090009C" w:rsidRDefault="0090009C" w:rsidP="0090009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swojej szkole</w:t>
            </w:r>
          </w:p>
          <w:p w14:paraId="643A3A10" w14:textId="51D50DDF" w:rsidR="00430421" w:rsidRDefault="0090009C" w:rsidP="0090009C"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Porównuje system szkolnictwa w Polsce i w Niemczech</w:t>
            </w:r>
          </w:p>
        </w:tc>
      </w:tr>
      <w:tr w:rsidR="00430421" w14:paraId="44AD6E1F" w14:textId="77777777" w:rsidTr="000218EB">
        <w:tc>
          <w:tcPr>
            <w:tcW w:w="2332" w:type="dxa"/>
          </w:tcPr>
          <w:p w14:paraId="2AF47E6A" w14:textId="2C941222" w:rsidR="00430421" w:rsidRDefault="00430421" w:rsidP="00430421">
            <w:r>
              <w:t>INTERAKCJA</w:t>
            </w:r>
          </w:p>
        </w:tc>
        <w:tc>
          <w:tcPr>
            <w:tcW w:w="2332" w:type="dxa"/>
          </w:tcPr>
          <w:p w14:paraId="00A27517" w14:textId="58C045A3" w:rsidR="00430421" w:rsidRDefault="00430421" w:rsidP="00430421">
            <w:r w:rsidRPr="00442845">
              <w:rPr>
                <w:rFonts w:ascii="Verdana" w:hAnsi="Verdana"/>
                <w:b w:val="0"/>
                <w:sz w:val="16"/>
                <w:szCs w:val="16"/>
              </w:rPr>
              <w:t>W interakcji posługuje się tylko odtworzonymi z pamięci schematami pytań, zdań dotyczącymi jego osoby. Reaguje i tworzy proste, krótkie pytania zapamiętane lub wyćwiczone drylami językowymi.</w:t>
            </w:r>
          </w:p>
        </w:tc>
        <w:tc>
          <w:tcPr>
            <w:tcW w:w="2332" w:type="dxa"/>
          </w:tcPr>
          <w:p w14:paraId="633C5DBF" w14:textId="77777777" w:rsidR="00430421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Pyta o plany na nowy rok szkolny</w:t>
            </w:r>
          </w:p>
          <w:p w14:paraId="1DE558EE" w14:textId="77777777" w:rsidR="00430421" w:rsidRPr="000C40B8" w:rsidRDefault="00430421" w:rsidP="00430421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E82836">
              <w:rPr>
                <w:rFonts w:ascii="Verdana" w:hAnsi="Verdana"/>
                <w:b w:val="0"/>
                <w:sz w:val="16"/>
                <w:szCs w:val="16"/>
              </w:rPr>
              <w:t>Uzyskuje wybrane informacje o ofertach kursów językowych</w:t>
            </w:r>
          </w:p>
          <w:p w14:paraId="0291758F" w14:textId="77777777" w:rsidR="00430421" w:rsidRPr="00F443BB" w:rsidRDefault="00430421" w:rsidP="00430421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Rozmawia o swojej szkole</w:t>
            </w:r>
          </w:p>
          <w:p w14:paraId="2157B349" w14:textId="77777777" w:rsidR="00430421" w:rsidRPr="00693AC1" w:rsidRDefault="00430421" w:rsidP="00430421">
            <w:pPr>
              <w:pStyle w:val="Zawartotabeli"/>
              <w:ind w:left="720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  <w:p w14:paraId="737298E4" w14:textId="1F7EFBA5" w:rsidR="00430421" w:rsidRDefault="00430421" w:rsidP="00430421"/>
        </w:tc>
        <w:tc>
          <w:tcPr>
            <w:tcW w:w="2332" w:type="dxa"/>
          </w:tcPr>
          <w:p w14:paraId="72C3B5DB" w14:textId="77777777" w:rsidR="00430421" w:rsidRPr="00442845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592485A6" w14:textId="77777777" w:rsidR="00430421" w:rsidRPr="00442845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69280B24" w14:textId="77777777" w:rsidR="00430421" w:rsidRPr="00442845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</w:t>
            </w:r>
          </w:p>
          <w:p w14:paraId="0E60631C" w14:textId="40405C1D" w:rsidR="00430421" w:rsidRDefault="00430421" w:rsidP="00430421">
            <w:r w:rsidRPr="00442845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001A9DEE" w14:textId="77777777" w:rsidR="00430421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Rozmawia na temat planów na nowy rok szkolny</w:t>
            </w:r>
          </w:p>
          <w:p w14:paraId="18295B53" w14:textId="77777777" w:rsidR="00430421" w:rsidRDefault="00430421" w:rsidP="00430421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Udziela rad w konkretnej sytuacji problemowej</w:t>
            </w:r>
          </w:p>
          <w:p w14:paraId="05A14AE9" w14:textId="77777777" w:rsidR="00430421" w:rsidRPr="00EA4278" w:rsidRDefault="00430421" w:rsidP="00430421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EA4278">
              <w:rPr>
                <w:rFonts w:ascii="Verdana" w:hAnsi="Verdana"/>
                <w:b w:val="0"/>
                <w:sz w:val="16"/>
                <w:szCs w:val="16"/>
              </w:rPr>
              <w:t>Uzyskuje szczegółowe informacje o ofertach kursów językowych</w:t>
            </w:r>
          </w:p>
          <w:p w14:paraId="17C380A1" w14:textId="77777777" w:rsidR="00430421" w:rsidRDefault="00430421" w:rsidP="00430421">
            <w:pPr>
              <w:pStyle w:val="Zawartotabeli"/>
              <w:ind w:left="720"/>
              <w:rPr>
                <w:rFonts w:ascii="Verdana" w:hAnsi="Verdana"/>
                <w:b w:val="0"/>
                <w:sz w:val="16"/>
                <w:szCs w:val="16"/>
              </w:rPr>
            </w:pPr>
          </w:p>
          <w:p w14:paraId="22C6E6FD" w14:textId="07FEA8A2" w:rsidR="00430421" w:rsidRDefault="00430421" w:rsidP="00430421"/>
        </w:tc>
        <w:tc>
          <w:tcPr>
            <w:tcW w:w="2333" w:type="dxa"/>
          </w:tcPr>
          <w:p w14:paraId="7F37C602" w14:textId="77777777" w:rsidR="0090009C" w:rsidRDefault="0090009C" w:rsidP="0090009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Rozmawia na temat planów na nowy rok szkolny</w:t>
            </w:r>
          </w:p>
          <w:p w14:paraId="19B43C21" w14:textId="77777777" w:rsidR="0090009C" w:rsidRDefault="0090009C" w:rsidP="0090009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Udziela rad w konkretnej sytuacji problemowej</w:t>
            </w:r>
          </w:p>
          <w:p w14:paraId="32738C24" w14:textId="77777777" w:rsidR="0090009C" w:rsidRPr="00EA4278" w:rsidRDefault="0090009C" w:rsidP="0090009C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EA4278">
              <w:rPr>
                <w:rFonts w:ascii="Verdana" w:hAnsi="Verdana"/>
                <w:b w:val="0"/>
                <w:sz w:val="16"/>
                <w:szCs w:val="16"/>
              </w:rPr>
              <w:t>Uzyskuje szczegółowe informacje o ofertach kursów językowych</w:t>
            </w:r>
          </w:p>
          <w:p w14:paraId="43984C21" w14:textId="6D1CA6CC" w:rsidR="00430421" w:rsidRDefault="00430421" w:rsidP="00430421"/>
        </w:tc>
      </w:tr>
    </w:tbl>
    <w:p w14:paraId="13989CCA" w14:textId="77777777" w:rsidR="00BE6562" w:rsidRDefault="00BE656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96744" w14:paraId="60AF1CAF" w14:textId="77777777" w:rsidTr="00742962">
        <w:tc>
          <w:tcPr>
            <w:tcW w:w="13994" w:type="dxa"/>
            <w:gridSpan w:val="6"/>
          </w:tcPr>
          <w:p w14:paraId="29DEBAC0" w14:textId="731E45A2" w:rsidR="00A96744" w:rsidRDefault="00A96744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56EA2">
              <w:rPr>
                <w:rFonts w:ascii="Verdana" w:hAnsi="Verdana"/>
                <w:sz w:val="16"/>
                <w:szCs w:val="16"/>
              </w:rPr>
              <w:t>3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2: </w:t>
            </w:r>
            <w:proofErr w:type="spellStart"/>
            <w:r w:rsidR="00556EA2">
              <w:rPr>
                <w:rFonts w:ascii="Verdana" w:hAnsi="Verdana"/>
                <w:sz w:val="16"/>
                <w:szCs w:val="16"/>
              </w:rPr>
              <w:t>Geld</w:t>
            </w:r>
            <w:proofErr w:type="spellEnd"/>
          </w:p>
        </w:tc>
      </w:tr>
      <w:tr w:rsidR="00A96744" w14:paraId="759754AF" w14:textId="77777777" w:rsidTr="00556EA2">
        <w:tc>
          <w:tcPr>
            <w:tcW w:w="2332" w:type="dxa"/>
            <w:shd w:val="clear" w:color="auto" w:fill="009999"/>
          </w:tcPr>
          <w:p w14:paraId="38EC439C" w14:textId="77777777" w:rsidR="00A96744" w:rsidRDefault="00A96744" w:rsidP="00742962">
            <w:r>
              <w:t>OCENA</w:t>
            </w:r>
          </w:p>
        </w:tc>
        <w:tc>
          <w:tcPr>
            <w:tcW w:w="2332" w:type="dxa"/>
            <w:shd w:val="clear" w:color="auto" w:fill="009999"/>
          </w:tcPr>
          <w:p w14:paraId="5AEA8FF0" w14:textId="77777777" w:rsidR="00A96744" w:rsidRPr="000F4505" w:rsidRDefault="00A96744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73A0C2FA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9999"/>
          </w:tcPr>
          <w:p w14:paraId="7964D406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9999"/>
          </w:tcPr>
          <w:p w14:paraId="2C26D6E7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9999"/>
          </w:tcPr>
          <w:p w14:paraId="690F24F9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9999"/>
          </w:tcPr>
          <w:p w14:paraId="050A421F" w14:textId="77777777" w:rsidR="00A96744" w:rsidRPr="000F4505" w:rsidRDefault="00A96744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A96744" w14:paraId="28C58B0E" w14:textId="77777777" w:rsidTr="00742962">
        <w:tc>
          <w:tcPr>
            <w:tcW w:w="2332" w:type="dxa"/>
          </w:tcPr>
          <w:p w14:paraId="4998AAF8" w14:textId="77777777" w:rsidR="00A96744" w:rsidRDefault="00A96744" w:rsidP="00742962"/>
        </w:tc>
        <w:tc>
          <w:tcPr>
            <w:tcW w:w="2332" w:type="dxa"/>
            <w:vAlign w:val="center"/>
          </w:tcPr>
          <w:p w14:paraId="00E3CD6E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3E4CA690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1D9EC599" w14:textId="77777777" w:rsidR="00A96744" w:rsidRPr="00654F0F" w:rsidRDefault="00A96744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6F0F3102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34D7FCEF" w14:textId="77777777" w:rsidR="00A96744" w:rsidRDefault="00A96744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5D0F232E" w14:textId="77777777" w:rsidR="00A96744" w:rsidRDefault="00A96744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A96744" w14:paraId="19248531" w14:textId="77777777" w:rsidTr="00742962">
        <w:tc>
          <w:tcPr>
            <w:tcW w:w="2332" w:type="dxa"/>
          </w:tcPr>
          <w:p w14:paraId="3D746EC7" w14:textId="77777777" w:rsidR="00A96744" w:rsidRDefault="00A96744" w:rsidP="00742962">
            <w:r>
              <w:t>WIEDZA</w:t>
            </w:r>
          </w:p>
          <w:p w14:paraId="36CAA834" w14:textId="77777777" w:rsidR="00A96744" w:rsidRPr="00654F0F" w:rsidRDefault="00A96744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17A3998D" w14:textId="77777777" w:rsidR="00A96744" w:rsidRPr="00654F0F" w:rsidRDefault="00A96744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7A4674B6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7BF856AF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01227F6C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37F11DA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CDC93D7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15207490" w14:textId="77777777" w:rsidR="00A96744" w:rsidRDefault="00A96744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A96744" w14:paraId="287F2BB1" w14:textId="77777777" w:rsidTr="00742962">
        <w:tc>
          <w:tcPr>
            <w:tcW w:w="2332" w:type="dxa"/>
          </w:tcPr>
          <w:p w14:paraId="29166A37" w14:textId="77777777" w:rsidR="00A96744" w:rsidRDefault="00A96744" w:rsidP="00742962"/>
        </w:tc>
        <w:tc>
          <w:tcPr>
            <w:tcW w:w="2332" w:type="dxa"/>
            <w:tcBorders>
              <w:bottom w:val="nil"/>
            </w:tcBorders>
          </w:tcPr>
          <w:p w14:paraId="5BF58969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5A55B48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3ABC6B3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FF2B072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2C67E313" w14:textId="77777777" w:rsidR="00A96744" w:rsidRPr="00654F0F" w:rsidRDefault="00A96744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A96744" w14:paraId="52718009" w14:textId="77777777" w:rsidTr="00742962">
        <w:tc>
          <w:tcPr>
            <w:tcW w:w="2332" w:type="dxa"/>
          </w:tcPr>
          <w:p w14:paraId="31BBEC56" w14:textId="77777777" w:rsidR="00A96744" w:rsidRDefault="00A96744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25521CEC" w14:textId="77777777" w:rsidR="00556EA2" w:rsidRDefault="00556EA2" w:rsidP="00556EA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Usługi i transakcje finansowe</w:t>
            </w:r>
          </w:p>
          <w:p w14:paraId="5A2C4C32" w14:textId="77777777" w:rsidR="00556EA2" w:rsidRDefault="00556EA2" w:rsidP="00556EA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Środki płatnicze</w:t>
            </w:r>
          </w:p>
          <w:p w14:paraId="707403EC" w14:textId="77777777" w:rsidR="00556EA2" w:rsidRDefault="00556EA2" w:rsidP="00556EA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Obsługa bankomatu</w:t>
            </w:r>
          </w:p>
          <w:p w14:paraId="2DC77084" w14:textId="77777777" w:rsidR="00556EA2" w:rsidRDefault="00556EA2" w:rsidP="00556EA2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Rzeczowniki odczasownikowe</w:t>
            </w:r>
          </w:p>
          <w:p w14:paraId="018663CF" w14:textId="77777777" w:rsidR="00DA3B12" w:rsidRDefault="00556EA2" w:rsidP="00556EA2">
            <w:pPr>
              <w:pStyle w:val="Zawartotabeli"/>
              <w:ind w:left="720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Zaimki</w:t>
            </w:r>
            <w:proofErr w:type="spellEnd"/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>nieokreślone</w:t>
            </w:r>
            <w:proofErr w:type="spellEnd"/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: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jeder</w:t>
            </w:r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,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keiner</w:t>
            </w:r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,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einige</w:t>
            </w:r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,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viele</w:t>
            </w:r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,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alle</w:t>
            </w:r>
            <w:r w:rsidRPr="00DA3B12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</w:p>
          <w:p w14:paraId="156EB063" w14:textId="0DF1E09A" w:rsidR="00556EA2" w:rsidRPr="00DA3B12" w:rsidRDefault="00556EA2" w:rsidP="00556EA2">
            <w:pPr>
              <w:pStyle w:val="Zawartotabeli"/>
              <w:ind w:left="720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</w:tr>
      <w:tr w:rsidR="00D7583F" w14:paraId="4D177AB3" w14:textId="77777777" w:rsidTr="00742962">
        <w:tc>
          <w:tcPr>
            <w:tcW w:w="2332" w:type="dxa"/>
          </w:tcPr>
          <w:p w14:paraId="6749AA57" w14:textId="77777777" w:rsidR="00D7583F" w:rsidRDefault="00D7583F" w:rsidP="00D7583F">
            <w:r>
              <w:t>RECEPCJA</w:t>
            </w:r>
          </w:p>
        </w:tc>
        <w:tc>
          <w:tcPr>
            <w:tcW w:w="2332" w:type="dxa"/>
          </w:tcPr>
          <w:p w14:paraId="1018B9FA" w14:textId="3DE97D95" w:rsidR="00D7583F" w:rsidRDefault="00D7583F" w:rsidP="00D7583F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FA374A7" w14:textId="706BB7F4" w:rsidR="00D7583F" w:rsidRDefault="00D7583F" w:rsidP="00D7583F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stopniu pospolitości, łatwości, internacjonalizmy, wybrane zdania. Częściowo poprawnie rozwiązuje zadania na czytanie i słuchanie.</w:t>
            </w:r>
          </w:p>
        </w:tc>
        <w:tc>
          <w:tcPr>
            <w:tcW w:w="2332" w:type="dxa"/>
          </w:tcPr>
          <w:p w14:paraId="2845515C" w14:textId="77777777" w:rsidR="00D7583F" w:rsidRPr="00654F0F" w:rsidRDefault="00D7583F" w:rsidP="00D7583F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248D5E63" w14:textId="064EFE48" w:rsidR="00D7583F" w:rsidRDefault="00D7583F" w:rsidP="00D7583F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5E6AC1DF" w14:textId="37E382B9" w:rsidR="00D7583F" w:rsidRDefault="00D7583F" w:rsidP="00D7583F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  <w:tc>
          <w:tcPr>
            <w:tcW w:w="2333" w:type="dxa"/>
          </w:tcPr>
          <w:p w14:paraId="409C73E9" w14:textId="32CF6EB7" w:rsidR="00D7583F" w:rsidRDefault="00D7583F" w:rsidP="00D7583F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 w:rsidR="00F9359B"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</w:tr>
      <w:tr w:rsidR="00D7583F" w14:paraId="32D753CD" w14:textId="77777777" w:rsidTr="00742962">
        <w:tc>
          <w:tcPr>
            <w:tcW w:w="2332" w:type="dxa"/>
          </w:tcPr>
          <w:p w14:paraId="785FEA90" w14:textId="77777777" w:rsidR="00D7583F" w:rsidRDefault="00D7583F" w:rsidP="00D7583F">
            <w:r>
              <w:t>PRODUKCJA</w:t>
            </w:r>
          </w:p>
        </w:tc>
        <w:tc>
          <w:tcPr>
            <w:tcW w:w="2332" w:type="dxa"/>
          </w:tcPr>
          <w:p w14:paraId="12B68FA0" w14:textId="5181A1D6" w:rsidR="00D7583F" w:rsidRDefault="00D7583F" w:rsidP="00D7583F">
            <w:r w:rsidRPr="008221DA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2332" w:type="dxa"/>
          </w:tcPr>
          <w:p w14:paraId="7A1CE9B7" w14:textId="77777777" w:rsidR="00D7583F" w:rsidRPr="008019D4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019D4">
              <w:rPr>
                <w:rFonts w:ascii="Verdana" w:hAnsi="Verdana"/>
                <w:b w:val="0"/>
                <w:sz w:val="16"/>
                <w:szCs w:val="16"/>
              </w:rPr>
              <w:t>• Informuje, w jaki sposób można płacić w wybranych miejscach</w:t>
            </w:r>
          </w:p>
          <w:p w14:paraId="423F126F" w14:textId="77777777" w:rsidR="00D7583F" w:rsidRPr="008019D4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8019D4">
              <w:rPr>
                <w:rFonts w:ascii="Verdana" w:hAnsi="Verdana"/>
                <w:b w:val="0"/>
                <w:sz w:val="16"/>
                <w:szCs w:val="16"/>
              </w:rPr>
              <w:t>Krótko uzasadnia wybór jednego sposobu płacenia</w:t>
            </w:r>
          </w:p>
          <w:p w14:paraId="08B2F708" w14:textId="77777777" w:rsidR="00D7583F" w:rsidRPr="008019D4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8019D4">
              <w:rPr>
                <w:b w:val="0"/>
              </w:rPr>
              <w:t xml:space="preserve">Informuje o </w:t>
            </w:r>
            <w:r w:rsidRPr="008019D4">
              <w:rPr>
                <w:rFonts w:ascii="Verdana" w:hAnsi="Verdana"/>
                <w:b w:val="0"/>
                <w:sz w:val="16"/>
                <w:szCs w:val="16"/>
              </w:rPr>
              <w:t>ofercie konta bankowego dla młodzieży</w:t>
            </w:r>
          </w:p>
          <w:p w14:paraId="68AF3E43" w14:textId="54BBA50D" w:rsidR="00D7583F" w:rsidRDefault="00D7583F" w:rsidP="00D7583F"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8019D4">
              <w:rPr>
                <w:rFonts w:ascii="Verdana" w:hAnsi="Verdana"/>
                <w:b w:val="0"/>
                <w:sz w:val="16"/>
                <w:szCs w:val="16"/>
              </w:rPr>
              <w:t>Informuje, na co wydaje swoje pieniądze</w:t>
            </w:r>
          </w:p>
        </w:tc>
        <w:tc>
          <w:tcPr>
            <w:tcW w:w="2332" w:type="dxa"/>
          </w:tcPr>
          <w:p w14:paraId="50E3E176" w14:textId="77777777" w:rsidR="00D7583F" w:rsidRPr="008221DA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221DA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2FC7B3C9" w14:textId="514D4C73" w:rsidR="00D7583F" w:rsidRDefault="00D7583F" w:rsidP="00D7583F">
            <w:r w:rsidRPr="008221DA">
              <w:rPr>
                <w:rFonts w:ascii="Verdana" w:hAnsi="Verdana"/>
                <w:b w:val="0"/>
                <w:sz w:val="16"/>
                <w:szCs w:val="16"/>
              </w:rPr>
              <w:t>Zachowuje poprawność językową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br/>
              <w:t>na poziomie umożliwiającym sprawną komunikację: przedstawia w innej formie, charakteryzuje, hierarchizuje, wnioskuje, broni poglądów.</w:t>
            </w:r>
          </w:p>
        </w:tc>
        <w:tc>
          <w:tcPr>
            <w:tcW w:w="2333" w:type="dxa"/>
          </w:tcPr>
          <w:p w14:paraId="07C32327" w14:textId="77777777" w:rsidR="00D7583F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267DCB">
              <w:rPr>
                <w:rFonts w:ascii="Verdana" w:hAnsi="Verdana"/>
                <w:b w:val="0"/>
                <w:sz w:val="16"/>
                <w:szCs w:val="16"/>
              </w:rPr>
              <w:t xml:space="preserve">ówi o tym, gdzie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 </w:t>
            </w:r>
            <w:r w:rsidRPr="00267DCB">
              <w:rPr>
                <w:rFonts w:ascii="Verdana" w:hAnsi="Verdana"/>
                <w:b w:val="0"/>
                <w:sz w:val="16"/>
                <w:szCs w:val="16"/>
              </w:rPr>
              <w:t>w jaki sposób można płacić za usługi i towary</w:t>
            </w:r>
          </w:p>
          <w:p w14:paraId="64283262" w14:textId="77777777" w:rsidR="00D7583F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267DCB">
              <w:rPr>
                <w:rFonts w:ascii="Verdana" w:hAnsi="Verdana"/>
                <w:b w:val="0"/>
                <w:sz w:val="16"/>
                <w:szCs w:val="16"/>
              </w:rPr>
              <w:t>ypowiada się na temat płacenia kartą, gotówką i smartfonem</w:t>
            </w:r>
          </w:p>
          <w:p w14:paraId="7521C1AD" w14:textId="77777777" w:rsidR="00D7583F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F10801">
              <w:rPr>
                <w:rFonts w:ascii="Verdana" w:hAnsi="Verdana"/>
                <w:b w:val="0"/>
                <w:sz w:val="16"/>
                <w:szCs w:val="16"/>
              </w:rPr>
              <w:t>ypowiada się na temat oferty konta bankowego dla młodzieży</w:t>
            </w:r>
          </w:p>
          <w:p w14:paraId="58CD3286" w14:textId="2B0FEF27" w:rsidR="00D7583F" w:rsidRDefault="00D7583F" w:rsidP="00D7583F"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Wypowiada się na temat wydatków młodzieży</w:t>
            </w:r>
          </w:p>
        </w:tc>
        <w:tc>
          <w:tcPr>
            <w:tcW w:w="2333" w:type="dxa"/>
          </w:tcPr>
          <w:p w14:paraId="10E0AFEC" w14:textId="77777777" w:rsidR="00F9359B" w:rsidRDefault="00F9359B" w:rsidP="00F9359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267DCB">
              <w:rPr>
                <w:rFonts w:ascii="Verdana" w:hAnsi="Verdana"/>
                <w:b w:val="0"/>
                <w:sz w:val="16"/>
                <w:szCs w:val="16"/>
              </w:rPr>
              <w:t xml:space="preserve">ówi o tym, gdzie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 </w:t>
            </w:r>
            <w:r w:rsidRPr="00267DCB">
              <w:rPr>
                <w:rFonts w:ascii="Verdana" w:hAnsi="Verdana"/>
                <w:b w:val="0"/>
                <w:sz w:val="16"/>
                <w:szCs w:val="16"/>
              </w:rPr>
              <w:t>w jaki sposób można płacić za usługi i towary</w:t>
            </w:r>
          </w:p>
          <w:p w14:paraId="16C99C45" w14:textId="77777777" w:rsidR="00F9359B" w:rsidRDefault="00F9359B" w:rsidP="00F9359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267DCB">
              <w:rPr>
                <w:rFonts w:ascii="Verdana" w:hAnsi="Verdana"/>
                <w:b w:val="0"/>
                <w:sz w:val="16"/>
                <w:szCs w:val="16"/>
              </w:rPr>
              <w:t>ypowiada się na temat płacenia kartą, gotówką i smartfonem</w:t>
            </w:r>
          </w:p>
          <w:p w14:paraId="4F7CCAFF" w14:textId="77777777" w:rsidR="00F9359B" w:rsidRDefault="00F9359B" w:rsidP="00F9359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F10801">
              <w:rPr>
                <w:rFonts w:ascii="Verdana" w:hAnsi="Verdana"/>
                <w:b w:val="0"/>
                <w:sz w:val="16"/>
                <w:szCs w:val="16"/>
              </w:rPr>
              <w:t>ypowiada się na temat oferty konta bankowego dla młodzieży</w:t>
            </w:r>
          </w:p>
          <w:p w14:paraId="725E9DC4" w14:textId="018480DE" w:rsidR="00D7583F" w:rsidRDefault="00F9359B" w:rsidP="00F9359B"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Wypowiada się na temat wydatków młodzieży</w:t>
            </w:r>
          </w:p>
        </w:tc>
      </w:tr>
      <w:tr w:rsidR="00D7583F" w14:paraId="51F5FCAB" w14:textId="77777777" w:rsidTr="00742962">
        <w:tc>
          <w:tcPr>
            <w:tcW w:w="2332" w:type="dxa"/>
          </w:tcPr>
          <w:p w14:paraId="09B6B305" w14:textId="77777777" w:rsidR="00D7583F" w:rsidRDefault="00D7583F" w:rsidP="00D7583F">
            <w:r>
              <w:t>INTERAKCJA</w:t>
            </w:r>
          </w:p>
        </w:tc>
        <w:tc>
          <w:tcPr>
            <w:tcW w:w="2332" w:type="dxa"/>
          </w:tcPr>
          <w:p w14:paraId="40FE8E99" w14:textId="18CC8B56" w:rsidR="00D7583F" w:rsidRDefault="00D7583F" w:rsidP="00D7583F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7109B8D7" w14:textId="77777777" w:rsidR="00D7583F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sposoby płacenia</w:t>
            </w:r>
          </w:p>
          <w:p w14:paraId="1D04FBA1" w14:textId="77777777" w:rsidR="00D7583F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Rozumie polecenia w bankomacie</w:t>
            </w:r>
          </w:p>
          <w:p w14:paraId="63361C23" w14:textId="77777777" w:rsidR="00D7583F" w:rsidRPr="008221DA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Pyta inne osoby o ich wydatki </w:t>
            </w:r>
          </w:p>
          <w:p w14:paraId="384A1E04" w14:textId="7A0A1D0F" w:rsidR="00D7583F" w:rsidRDefault="00D7583F" w:rsidP="00D7583F"/>
        </w:tc>
        <w:tc>
          <w:tcPr>
            <w:tcW w:w="2332" w:type="dxa"/>
          </w:tcPr>
          <w:p w14:paraId="61213712" w14:textId="77777777" w:rsidR="00D7583F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207A33FF" w14:textId="524A868E" w:rsidR="00D7583F" w:rsidRDefault="00D7583F" w:rsidP="00D7583F"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błędy, które nie zakłócają komunikacji) w zakresie omawianych tematów, jeśli dotyczą one sytuacji typowych, podobnych do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przerobionych w ramach zajęć lekcyjnych.</w:t>
            </w:r>
          </w:p>
        </w:tc>
        <w:tc>
          <w:tcPr>
            <w:tcW w:w="2333" w:type="dxa"/>
          </w:tcPr>
          <w:p w14:paraId="21A3E83D" w14:textId="77777777" w:rsidR="00D7583F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Przekonuje do wybranego sposobu płacenia</w:t>
            </w:r>
          </w:p>
          <w:p w14:paraId="28113644" w14:textId="77777777" w:rsidR="00D7583F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Objaśnia obsługę bankomatu</w:t>
            </w:r>
          </w:p>
          <w:p w14:paraId="375B9AD5" w14:textId="77777777" w:rsidR="00D7583F" w:rsidRPr="008221DA" w:rsidRDefault="00D7583F" w:rsidP="00D7583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Interpretuje wyniki ankiety na temat wydatków młodzieży</w:t>
            </w:r>
          </w:p>
          <w:p w14:paraId="0313CCC4" w14:textId="1018C756" w:rsidR="00D7583F" w:rsidRDefault="00D7583F" w:rsidP="00D7583F"/>
        </w:tc>
        <w:tc>
          <w:tcPr>
            <w:tcW w:w="2333" w:type="dxa"/>
          </w:tcPr>
          <w:p w14:paraId="5051B66E" w14:textId="77777777" w:rsidR="00F9359B" w:rsidRDefault="00F9359B" w:rsidP="00F9359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Przekonuje do wybranego sposobu płacenia</w:t>
            </w:r>
          </w:p>
          <w:p w14:paraId="69D068A2" w14:textId="77777777" w:rsidR="00F9359B" w:rsidRDefault="00F9359B" w:rsidP="00F9359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Objaśnia obsługę bankomatu</w:t>
            </w:r>
          </w:p>
          <w:p w14:paraId="7B4B0469" w14:textId="77777777" w:rsidR="00F9359B" w:rsidRPr="008221DA" w:rsidRDefault="00F9359B" w:rsidP="00F9359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Interpretuje wyniki ankiety na temat wydatków młodzieży</w:t>
            </w:r>
          </w:p>
          <w:p w14:paraId="5C94C27C" w14:textId="447ED22C" w:rsidR="00D7583F" w:rsidRDefault="00D7583F" w:rsidP="00D7583F"/>
        </w:tc>
      </w:tr>
    </w:tbl>
    <w:p w14:paraId="09E7EE5C" w14:textId="77777777" w:rsidR="00646F6D" w:rsidRDefault="00646F6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646F6D" w14:paraId="58736BC2" w14:textId="77777777" w:rsidTr="00742962">
        <w:tc>
          <w:tcPr>
            <w:tcW w:w="13994" w:type="dxa"/>
            <w:gridSpan w:val="6"/>
          </w:tcPr>
          <w:p w14:paraId="5A3FB0ED" w14:textId="11A27BC5" w:rsidR="00646F6D" w:rsidRDefault="00646F6D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9359B">
              <w:rPr>
                <w:rFonts w:ascii="Verdana" w:hAnsi="Verdana"/>
                <w:sz w:val="16"/>
                <w:szCs w:val="16"/>
              </w:rPr>
              <w:t>3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3: </w:t>
            </w:r>
            <w:proofErr w:type="spellStart"/>
            <w:r w:rsidR="00F26995">
              <w:rPr>
                <w:rFonts w:ascii="Verdana" w:hAnsi="Verdana"/>
                <w:sz w:val="16"/>
                <w:szCs w:val="16"/>
              </w:rPr>
              <w:t>Menschen</w:t>
            </w:r>
            <w:proofErr w:type="spellEnd"/>
          </w:p>
        </w:tc>
      </w:tr>
      <w:tr w:rsidR="00646F6D" w14:paraId="612E8BE5" w14:textId="77777777" w:rsidTr="00F9359B">
        <w:tc>
          <w:tcPr>
            <w:tcW w:w="2332" w:type="dxa"/>
            <w:shd w:val="clear" w:color="auto" w:fill="009999"/>
          </w:tcPr>
          <w:p w14:paraId="5EF9CE63" w14:textId="77777777" w:rsidR="00646F6D" w:rsidRDefault="00646F6D" w:rsidP="00742962">
            <w:r>
              <w:t>OCENA</w:t>
            </w:r>
          </w:p>
        </w:tc>
        <w:tc>
          <w:tcPr>
            <w:tcW w:w="2332" w:type="dxa"/>
            <w:shd w:val="clear" w:color="auto" w:fill="009999"/>
          </w:tcPr>
          <w:p w14:paraId="306F8ECC" w14:textId="77777777" w:rsidR="00646F6D" w:rsidRPr="000F4505" w:rsidRDefault="00646F6D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2C5F1FD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9999"/>
          </w:tcPr>
          <w:p w14:paraId="3EE1547F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9999"/>
          </w:tcPr>
          <w:p w14:paraId="657360F4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9999"/>
          </w:tcPr>
          <w:p w14:paraId="165B6229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9999"/>
          </w:tcPr>
          <w:p w14:paraId="4AD1797D" w14:textId="77777777" w:rsidR="00646F6D" w:rsidRPr="000F4505" w:rsidRDefault="00646F6D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646F6D" w14:paraId="39345619" w14:textId="77777777" w:rsidTr="00742962">
        <w:tc>
          <w:tcPr>
            <w:tcW w:w="2332" w:type="dxa"/>
          </w:tcPr>
          <w:p w14:paraId="51B9C813" w14:textId="77777777" w:rsidR="00646F6D" w:rsidRDefault="00646F6D" w:rsidP="00742962"/>
        </w:tc>
        <w:tc>
          <w:tcPr>
            <w:tcW w:w="2332" w:type="dxa"/>
            <w:vAlign w:val="center"/>
          </w:tcPr>
          <w:p w14:paraId="5F3D72B8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5366D34F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2AC56F11" w14:textId="77777777" w:rsidR="00646F6D" w:rsidRPr="00654F0F" w:rsidRDefault="00646F6D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7342B232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60BB0BE4" w14:textId="77777777" w:rsidR="00646F6D" w:rsidRDefault="00646F6D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02C4210B" w14:textId="77777777" w:rsidR="00646F6D" w:rsidRDefault="00646F6D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646F6D" w14:paraId="4B6E745E" w14:textId="77777777" w:rsidTr="00742962">
        <w:tc>
          <w:tcPr>
            <w:tcW w:w="2332" w:type="dxa"/>
          </w:tcPr>
          <w:p w14:paraId="27D7D248" w14:textId="77777777" w:rsidR="00646F6D" w:rsidRDefault="00646F6D" w:rsidP="00742962">
            <w:r>
              <w:t>WIEDZA</w:t>
            </w:r>
          </w:p>
          <w:p w14:paraId="1DAACC6E" w14:textId="77777777" w:rsidR="00646F6D" w:rsidRPr="00654F0F" w:rsidRDefault="00646F6D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3C715B3F" w14:textId="77777777" w:rsidR="00646F6D" w:rsidRPr="00654F0F" w:rsidRDefault="00646F6D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63C65E12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4C13BEBE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C894F93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ABE77FF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680E30F3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0378C6C7" w14:textId="77777777" w:rsidR="00646F6D" w:rsidRDefault="00646F6D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646F6D" w14:paraId="67B6DEF3" w14:textId="77777777" w:rsidTr="00742962">
        <w:tc>
          <w:tcPr>
            <w:tcW w:w="2332" w:type="dxa"/>
          </w:tcPr>
          <w:p w14:paraId="67731D34" w14:textId="77777777" w:rsidR="00646F6D" w:rsidRDefault="00646F6D" w:rsidP="00742962"/>
        </w:tc>
        <w:tc>
          <w:tcPr>
            <w:tcW w:w="2332" w:type="dxa"/>
            <w:tcBorders>
              <w:bottom w:val="nil"/>
            </w:tcBorders>
          </w:tcPr>
          <w:p w14:paraId="463432AD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5B88E812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E3BD07C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7B9E5A3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1AB67B8" w14:textId="77777777" w:rsidR="00646F6D" w:rsidRPr="00654F0F" w:rsidRDefault="00646F6D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646F6D" w14:paraId="6F908AB8" w14:textId="77777777" w:rsidTr="00742962">
        <w:tc>
          <w:tcPr>
            <w:tcW w:w="2332" w:type="dxa"/>
          </w:tcPr>
          <w:p w14:paraId="6D93F9B3" w14:textId="77777777" w:rsidR="00646F6D" w:rsidRDefault="00646F6D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54578953" w14:textId="77777777" w:rsidR="00F26995" w:rsidRPr="005C0A8C" w:rsidRDefault="00F26995" w:rsidP="00F26995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Aktywności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w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mediach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społecznościowych</w:t>
            </w:r>
            <w:proofErr w:type="spellEnd"/>
          </w:p>
          <w:p w14:paraId="3D3C1A75" w14:textId="77777777" w:rsidR="00F26995" w:rsidRPr="005C0A8C" w:rsidRDefault="00F26995" w:rsidP="00F26995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Wygląd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człowieka</w:t>
            </w:r>
            <w:proofErr w:type="spellEnd"/>
          </w:p>
          <w:p w14:paraId="45CFC429" w14:textId="77777777" w:rsidR="00F26995" w:rsidRPr="005C0A8C" w:rsidRDefault="00F26995" w:rsidP="00F26995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Cechy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charakteru</w:t>
            </w:r>
            <w:proofErr w:type="spellEnd"/>
          </w:p>
          <w:p w14:paraId="4EA52193" w14:textId="77777777" w:rsidR="00F26995" w:rsidRPr="005C0A8C" w:rsidRDefault="00F26995" w:rsidP="00F26995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Moda</w:t>
            </w:r>
          </w:p>
          <w:p w14:paraId="3005E596" w14:textId="77777777" w:rsidR="00F26995" w:rsidRPr="005C0A8C" w:rsidRDefault="00F26995" w:rsidP="00F26995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5C0A8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Przymiotnik po rodzajniku nieokreślonym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 w:rsidRPr="005C0A8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zaimku </w:t>
            </w:r>
            <w:r w:rsidRPr="005C0A8C">
              <w:rPr>
                <w:rFonts w:ascii="Verdana" w:eastAsia="Verdana" w:hAnsi="Verdana" w:cs="Verdana"/>
                <w:b w:val="0"/>
                <w:sz w:val="16"/>
                <w:szCs w:val="16"/>
              </w:rPr>
              <w:t>dzierżawczym</w:t>
            </w:r>
          </w:p>
          <w:p w14:paraId="6D457585" w14:textId="77777777" w:rsidR="00F26995" w:rsidRPr="005449A0" w:rsidRDefault="00F26995" w:rsidP="00F26995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 przeszły </w:t>
            </w:r>
            <w:proofErr w:type="spellStart"/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Präteritum</w:t>
            </w:r>
            <w:proofErr w:type="spellEnd"/>
          </w:p>
          <w:p w14:paraId="3AA88F5C" w14:textId="460ADEFE" w:rsidR="00646F6D" w:rsidRPr="00DA3B12" w:rsidRDefault="00646F6D" w:rsidP="00FF270D">
            <w:pPr>
              <w:pStyle w:val="Zawartotabeli"/>
              <w:ind w:left="720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</w:tr>
      <w:tr w:rsidR="007715CF" w14:paraId="4C76DFF9" w14:textId="77777777" w:rsidTr="00742962">
        <w:tc>
          <w:tcPr>
            <w:tcW w:w="2332" w:type="dxa"/>
          </w:tcPr>
          <w:p w14:paraId="1726ADEE" w14:textId="77777777" w:rsidR="007715CF" w:rsidRDefault="007715CF" w:rsidP="007715CF">
            <w:r>
              <w:t>RECEPCJA</w:t>
            </w:r>
          </w:p>
        </w:tc>
        <w:tc>
          <w:tcPr>
            <w:tcW w:w="2332" w:type="dxa"/>
          </w:tcPr>
          <w:p w14:paraId="41EB4B51" w14:textId="18214C5A" w:rsidR="007715CF" w:rsidRDefault="007715CF" w:rsidP="007715CF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44D6AC2" w14:textId="77777777" w:rsidR="007715CF" w:rsidRDefault="007715CF" w:rsidP="007715CF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stopniu pospolitości, łatwości, internacjonalizmy, wybrane zdania. Częściowo poprawnie rozwiązuje zadania na czytanie i słuchanie.</w:t>
            </w:r>
          </w:p>
          <w:p w14:paraId="7AB543AE" w14:textId="507ADBC1" w:rsidR="007715CF" w:rsidRDefault="007715CF" w:rsidP="007715CF"/>
        </w:tc>
        <w:tc>
          <w:tcPr>
            <w:tcW w:w="2332" w:type="dxa"/>
          </w:tcPr>
          <w:p w14:paraId="5E5AC2A2" w14:textId="77777777" w:rsidR="007715CF" w:rsidRPr="00654F0F" w:rsidRDefault="007715CF" w:rsidP="007715CF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B960583" w14:textId="5AE9AF5F" w:rsidR="007715CF" w:rsidRDefault="007715CF" w:rsidP="007715CF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755E6CDF" w14:textId="716CD8AB" w:rsidR="007715CF" w:rsidRDefault="007715CF" w:rsidP="007715CF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428391A3" w14:textId="74B2B262" w:rsidR="007715CF" w:rsidRDefault="007715CF" w:rsidP="007715CF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7715CF" w14:paraId="4113BEE3" w14:textId="77777777" w:rsidTr="00742962">
        <w:tc>
          <w:tcPr>
            <w:tcW w:w="2332" w:type="dxa"/>
          </w:tcPr>
          <w:p w14:paraId="077B316C" w14:textId="77777777" w:rsidR="007715CF" w:rsidRDefault="007715CF" w:rsidP="007715CF">
            <w:r>
              <w:t>PRODUKCJA</w:t>
            </w:r>
          </w:p>
        </w:tc>
        <w:tc>
          <w:tcPr>
            <w:tcW w:w="2332" w:type="dxa"/>
          </w:tcPr>
          <w:p w14:paraId="1C23A72C" w14:textId="4251020B" w:rsidR="007715CF" w:rsidRDefault="007715CF" w:rsidP="007715CF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umiejętnościami na ocenę dostateczną: 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aśladuje, odczytuje, wykonuje niesamodzielnie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zadania.</w:t>
            </w:r>
          </w:p>
        </w:tc>
        <w:tc>
          <w:tcPr>
            <w:tcW w:w="2332" w:type="dxa"/>
          </w:tcPr>
          <w:p w14:paraId="76A9FE07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M</w:t>
            </w:r>
            <w:r w:rsidRPr="00FA68AA">
              <w:rPr>
                <w:rFonts w:ascii="Verdana" w:hAnsi="Verdana"/>
                <w:b w:val="0"/>
                <w:sz w:val="16"/>
                <w:szCs w:val="16"/>
              </w:rPr>
              <w:t xml:space="preserve">ówi </w:t>
            </w:r>
            <w:r>
              <w:rPr>
                <w:rFonts w:ascii="Verdana" w:hAnsi="Verdana"/>
                <w:b w:val="0"/>
                <w:sz w:val="16"/>
                <w:szCs w:val="16"/>
              </w:rPr>
              <w:t>o swojej aktywności w mediach społecznościowych</w:t>
            </w:r>
          </w:p>
          <w:p w14:paraId="72835597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swój typ osobowości</w:t>
            </w:r>
          </w:p>
          <w:p w14:paraId="33777638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swój wygląd i charakter</w:t>
            </w:r>
          </w:p>
          <w:p w14:paraId="08FF1FA2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wybrany styl ubierania się</w:t>
            </w:r>
          </w:p>
          <w:p w14:paraId="3E6D42CC" w14:textId="77777777" w:rsidR="007715CF" w:rsidRPr="005E7597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 o elementach mody w różnych latach</w:t>
            </w:r>
          </w:p>
          <w:p w14:paraId="6C637F69" w14:textId="38C8491F" w:rsidR="007715CF" w:rsidRDefault="007715CF" w:rsidP="007715CF"/>
        </w:tc>
        <w:tc>
          <w:tcPr>
            <w:tcW w:w="2332" w:type="dxa"/>
          </w:tcPr>
          <w:p w14:paraId="57A0E9D8" w14:textId="77777777" w:rsidR="007715CF" w:rsidRPr="00654F0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wymaganych na ocenę dostateczną, ale niższymi niż są oczekiwane na ocenę bardzo dobrą.</w:t>
            </w:r>
          </w:p>
          <w:p w14:paraId="03A58116" w14:textId="5337ED0B" w:rsidR="007715CF" w:rsidRDefault="007715CF" w:rsidP="007715CF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</w:p>
        </w:tc>
        <w:tc>
          <w:tcPr>
            <w:tcW w:w="2333" w:type="dxa"/>
          </w:tcPr>
          <w:p w14:paraId="0B804C28" w14:textId="77777777" w:rsidR="007715CF" w:rsidRPr="007B6561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Wyraża opinię na temat aktywności młodych ludzi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w mediach społecznościowych</w:t>
            </w:r>
          </w:p>
          <w:p w14:paraId="53F659FF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różne typy osobowości</w:t>
            </w:r>
          </w:p>
          <w:p w14:paraId="2CE75FB5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Wypowiada się na temat wyglądu i charakteru różnych osób</w:t>
            </w:r>
          </w:p>
          <w:p w14:paraId="434F74F3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Wyraża opinię na temat różnych stylów ubierania się</w:t>
            </w:r>
          </w:p>
          <w:p w14:paraId="5A467215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style mody i elementy kultury w różnych latach</w:t>
            </w:r>
          </w:p>
          <w:p w14:paraId="355EA906" w14:textId="5B93675E" w:rsidR="007715CF" w:rsidRDefault="007715CF" w:rsidP="007715CF"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Charakteryzuje swoje pokolenie</w:t>
            </w:r>
          </w:p>
        </w:tc>
        <w:tc>
          <w:tcPr>
            <w:tcW w:w="2333" w:type="dxa"/>
          </w:tcPr>
          <w:p w14:paraId="1E2A9E49" w14:textId="77777777" w:rsidR="007715CF" w:rsidRPr="007B6561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Wyraża opinię na temat aktywności młodych ludzi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w mediach społecznościowych</w:t>
            </w:r>
          </w:p>
          <w:p w14:paraId="64071B60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różne typy osobowości</w:t>
            </w:r>
          </w:p>
          <w:p w14:paraId="7FB22F4D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Wypowiada się na temat wyglądu i charakteru różnych osób</w:t>
            </w:r>
          </w:p>
          <w:p w14:paraId="71CD9FB8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Wyraża opinię na temat różnych stylów ubierania się</w:t>
            </w:r>
          </w:p>
          <w:p w14:paraId="787554B2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style mody i elementy kultury w różnych latach</w:t>
            </w:r>
          </w:p>
          <w:p w14:paraId="05023765" w14:textId="483F1E6F" w:rsidR="007715CF" w:rsidRDefault="007715CF" w:rsidP="007715CF"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Charakteryzuje swoje pokolenie</w:t>
            </w:r>
          </w:p>
        </w:tc>
      </w:tr>
      <w:tr w:rsidR="007715CF" w14:paraId="0FF7D9D9" w14:textId="77777777" w:rsidTr="00742962">
        <w:tc>
          <w:tcPr>
            <w:tcW w:w="2332" w:type="dxa"/>
          </w:tcPr>
          <w:p w14:paraId="2D8ECFDA" w14:textId="77777777" w:rsidR="007715CF" w:rsidRDefault="007715CF" w:rsidP="007715CF">
            <w:r>
              <w:lastRenderedPageBreak/>
              <w:t>INTERAKCJA</w:t>
            </w:r>
          </w:p>
        </w:tc>
        <w:tc>
          <w:tcPr>
            <w:tcW w:w="2332" w:type="dxa"/>
          </w:tcPr>
          <w:p w14:paraId="5AC89950" w14:textId="0A445F28" w:rsidR="007715CF" w:rsidRDefault="007715CF" w:rsidP="007715CF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tylko odtworzonymi z pamięci schematami pytań, zdań, które dotyczą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4852356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aktywność w mediach społecznościowych</w:t>
            </w:r>
          </w:p>
          <w:p w14:paraId="22A967CC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Pyta o opinię na temat wyglądu jakiejś osoby i wyraża swoje zdanie </w:t>
            </w:r>
          </w:p>
          <w:p w14:paraId="57FFB082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Wyraża swoją opinię na temat mody w różnych latach i pyta o opinię innych </w:t>
            </w:r>
          </w:p>
          <w:p w14:paraId="07235C4C" w14:textId="77777777" w:rsidR="007715CF" w:rsidRPr="00594D38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Pyta o zasady ubierania się w miejscu pracy</w:t>
            </w:r>
          </w:p>
          <w:p w14:paraId="3F1268A4" w14:textId="7C034543" w:rsidR="007715CF" w:rsidRDefault="007715CF" w:rsidP="007715CF"/>
        </w:tc>
        <w:tc>
          <w:tcPr>
            <w:tcW w:w="2332" w:type="dxa"/>
          </w:tcPr>
          <w:p w14:paraId="60768E53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3F3EFBDD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14:paraId="6E5134D5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  <w:p w14:paraId="3BABC9B2" w14:textId="729886C1" w:rsidR="007715CF" w:rsidRDefault="007715CF" w:rsidP="007715CF"/>
        </w:tc>
        <w:tc>
          <w:tcPr>
            <w:tcW w:w="2333" w:type="dxa"/>
          </w:tcPr>
          <w:p w14:paraId="02A49712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Dyskutuje na temat różnych typów osobowości i ich cech</w:t>
            </w:r>
          </w:p>
          <w:p w14:paraId="7F443433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Rozmawia o różnych stylach ubierania się</w:t>
            </w:r>
          </w:p>
          <w:p w14:paraId="76937E3D" w14:textId="77777777" w:rsidR="007715CF" w:rsidRPr="00654F0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 o zasadach ubierania się w miejscu pracy</w:t>
            </w:r>
          </w:p>
          <w:p w14:paraId="31830E3A" w14:textId="3C64D0A1" w:rsidR="007715CF" w:rsidRDefault="007715CF" w:rsidP="007715CF"/>
        </w:tc>
        <w:tc>
          <w:tcPr>
            <w:tcW w:w="2333" w:type="dxa"/>
          </w:tcPr>
          <w:p w14:paraId="448E2F89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Dyskutuje na temat różnych typów osobowości i ich cech</w:t>
            </w:r>
          </w:p>
          <w:p w14:paraId="1DC2676C" w14:textId="77777777" w:rsidR="007715C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Rozmawia o różnych stylach ubierania się</w:t>
            </w:r>
          </w:p>
          <w:p w14:paraId="46066D1B" w14:textId="77777777" w:rsidR="007715CF" w:rsidRPr="00654F0F" w:rsidRDefault="007715CF" w:rsidP="007715CF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 o zasadach ubierania się w miejscu pracy</w:t>
            </w:r>
          </w:p>
          <w:p w14:paraId="34E3531A" w14:textId="6CE5BCF0" w:rsidR="007715CF" w:rsidRDefault="007715CF" w:rsidP="007715CF"/>
        </w:tc>
      </w:tr>
    </w:tbl>
    <w:p w14:paraId="15DC5835" w14:textId="77777777" w:rsidR="009618D5" w:rsidRDefault="009618D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618D5" w14:paraId="05DC124C" w14:textId="77777777" w:rsidTr="00742962">
        <w:tc>
          <w:tcPr>
            <w:tcW w:w="13994" w:type="dxa"/>
            <w:gridSpan w:val="6"/>
          </w:tcPr>
          <w:p w14:paraId="6F0AA154" w14:textId="1539082C" w:rsidR="009618D5" w:rsidRDefault="009618D5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715CF">
              <w:rPr>
                <w:rFonts w:ascii="Verdana" w:hAnsi="Verdana"/>
                <w:sz w:val="16"/>
                <w:szCs w:val="16"/>
              </w:rPr>
              <w:t>3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4: </w:t>
            </w:r>
            <w:proofErr w:type="spellStart"/>
            <w:r w:rsidR="00D609CD">
              <w:rPr>
                <w:rFonts w:ascii="Verdana" w:hAnsi="Verdana"/>
                <w:sz w:val="16"/>
                <w:szCs w:val="16"/>
              </w:rPr>
              <w:t>Feste</w:t>
            </w:r>
            <w:proofErr w:type="spellEnd"/>
          </w:p>
        </w:tc>
      </w:tr>
      <w:tr w:rsidR="009618D5" w14:paraId="22295CFD" w14:textId="77777777" w:rsidTr="007715CF">
        <w:tc>
          <w:tcPr>
            <w:tcW w:w="2332" w:type="dxa"/>
            <w:shd w:val="clear" w:color="auto" w:fill="009999"/>
          </w:tcPr>
          <w:p w14:paraId="66B6ADF9" w14:textId="77777777" w:rsidR="009618D5" w:rsidRDefault="009618D5" w:rsidP="00742962">
            <w:r>
              <w:t>OCENA</w:t>
            </w:r>
          </w:p>
        </w:tc>
        <w:tc>
          <w:tcPr>
            <w:tcW w:w="2332" w:type="dxa"/>
            <w:shd w:val="clear" w:color="auto" w:fill="009999"/>
          </w:tcPr>
          <w:p w14:paraId="093D046C" w14:textId="77777777" w:rsidR="009618D5" w:rsidRPr="000F4505" w:rsidRDefault="009618D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04DF6A58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9999"/>
          </w:tcPr>
          <w:p w14:paraId="09FF73E9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9999"/>
          </w:tcPr>
          <w:p w14:paraId="280E5F21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9999"/>
          </w:tcPr>
          <w:p w14:paraId="4A643248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9999"/>
          </w:tcPr>
          <w:p w14:paraId="00E9BDF7" w14:textId="77777777" w:rsidR="009618D5" w:rsidRPr="000F4505" w:rsidRDefault="009618D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9618D5" w14:paraId="6FF1DF36" w14:textId="77777777" w:rsidTr="00742962">
        <w:tc>
          <w:tcPr>
            <w:tcW w:w="2332" w:type="dxa"/>
          </w:tcPr>
          <w:p w14:paraId="27E1087D" w14:textId="77777777" w:rsidR="009618D5" w:rsidRDefault="009618D5" w:rsidP="00742962"/>
        </w:tc>
        <w:tc>
          <w:tcPr>
            <w:tcW w:w="2332" w:type="dxa"/>
            <w:vAlign w:val="center"/>
          </w:tcPr>
          <w:p w14:paraId="7F0F79B0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0FBC4811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45257E6E" w14:textId="77777777" w:rsidR="009618D5" w:rsidRPr="00654F0F" w:rsidRDefault="009618D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A701C06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49EFF8C2" w14:textId="77777777" w:rsidR="009618D5" w:rsidRDefault="009618D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1626F781" w14:textId="77777777" w:rsidR="009618D5" w:rsidRDefault="009618D5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9618D5" w14:paraId="17372067" w14:textId="77777777" w:rsidTr="00742962">
        <w:tc>
          <w:tcPr>
            <w:tcW w:w="2332" w:type="dxa"/>
          </w:tcPr>
          <w:p w14:paraId="2D0D022B" w14:textId="77777777" w:rsidR="009618D5" w:rsidRDefault="009618D5" w:rsidP="00742962">
            <w:r>
              <w:t>WIEDZA</w:t>
            </w:r>
          </w:p>
          <w:p w14:paraId="671906A8" w14:textId="77777777" w:rsidR="009618D5" w:rsidRPr="00654F0F" w:rsidRDefault="009618D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46214F78" w14:textId="77777777" w:rsidR="009618D5" w:rsidRPr="00654F0F" w:rsidRDefault="009618D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06F292C7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22F58A27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bardzo ograniczony zakres środków językowych w znacznym stopniu uniemożliwiający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0C1B3F0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ograniczony zakres środków językowych; głównie środki językowe o wysokim stopniu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220D9C0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, oprócz środków językowych o wysokim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14E733E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9A7D8DB" w14:textId="77777777" w:rsidR="009618D5" w:rsidRDefault="009618D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9618D5" w14:paraId="13EF89ED" w14:textId="77777777" w:rsidTr="00742962">
        <w:tc>
          <w:tcPr>
            <w:tcW w:w="2332" w:type="dxa"/>
          </w:tcPr>
          <w:p w14:paraId="38E2D6E6" w14:textId="77777777" w:rsidR="009618D5" w:rsidRDefault="009618D5" w:rsidP="00742962"/>
        </w:tc>
        <w:tc>
          <w:tcPr>
            <w:tcW w:w="2332" w:type="dxa"/>
            <w:tcBorders>
              <w:bottom w:val="nil"/>
            </w:tcBorders>
          </w:tcPr>
          <w:p w14:paraId="715B1A55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4F0E147B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A349836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EC02E2C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2DB85708" w14:textId="77777777" w:rsidR="009618D5" w:rsidRPr="00654F0F" w:rsidRDefault="009618D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884DA6" w14:paraId="0179BFBA" w14:textId="77777777" w:rsidTr="00742962">
        <w:tc>
          <w:tcPr>
            <w:tcW w:w="2332" w:type="dxa"/>
          </w:tcPr>
          <w:p w14:paraId="678B0F87" w14:textId="77777777" w:rsidR="00884DA6" w:rsidRDefault="00884DA6" w:rsidP="00884DA6"/>
        </w:tc>
        <w:tc>
          <w:tcPr>
            <w:tcW w:w="11662" w:type="dxa"/>
            <w:gridSpan w:val="5"/>
            <w:tcBorders>
              <w:top w:val="nil"/>
            </w:tcBorders>
          </w:tcPr>
          <w:p w14:paraId="7FE663FE" w14:textId="77777777" w:rsidR="00884DA6" w:rsidRDefault="00884DA6" w:rsidP="00884DA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Święta</w:t>
            </w:r>
          </w:p>
          <w:p w14:paraId="4496F199" w14:textId="77777777" w:rsidR="00884DA6" w:rsidRDefault="00884DA6" w:rsidP="00884DA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Uroczystości rodzinne</w:t>
            </w:r>
          </w:p>
          <w:p w14:paraId="6DBF4AD4" w14:textId="77777777" w:rsidR="00884DA6" w:rsidRDefault="00884DA6" w:rsidP="00884DA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Prezenty</w:t>
            </w:r>
          </w:p>
          <w:p w14:paraId="5EA69575" w14:textId="77777777" w:rsidR="00884DA6" w:rsidRDefault="00884DA6" w:rsidP="00884DA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Organizacja i przebieg imprez</w:t>
            </w:r>
          </w:p>
          <w:p w14:paraId="37C09FD1" w14:textId="77777777" w:rsidR="00884DA6" w:rsidRDefault="00884DA6" w:rsidP="00884DA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Tradycje karnawałowe w Niemczech</w:t>
            </w:r>
          </w:p>
          <w:p w14:paraId="73BFE77E" w14:textId="77777777" w:rsidR="00884DA6" w:rsidRDefault="00884DA6" w:rsidP="00884DA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Okoliczniki czasu i miejsca w zdaniu</w:t>
            </w:r>
          </w:p>
          <w:p w14:paraId="3F462803" w14:textId="2420D36C" w:rsidR="00884DA6" w:rsidRPr="00B955B6" w:rsidRDefault="00884DA6" w:rsidP="00884DA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Czasowniki z dopełnieniem w celowniku i bierniku</w:t>
            </w:r>
          </w:p>
        </w:tc>
      </w:tr>
      <w:tr w:rsidR="005B63AB" w14:paraId="567C7227" w14:textId="77777777" w:rsidTr="00742962">
        <w:tc>
          <w:tcPr>
            <w:tcW w:w="2332" w:type="dxa"/>
          </w:tcPr>
          <w:p w14:paraId="36BD04BC" w14:textId="77777777" w:rsidR="005B63AB" w:rsidRDefault="005B63AB" w:rsidP="005B63AB">
            <w:r>
              <w:t>RECEPCJA</w:t>
            </w:r>
          </w:p>
        </w:tc>
        <w:tc>
          <w:tcPr>
            <w:tcW w:w="2332" w:type="dxa"/>
          </w:tcPr>
          <w:p w14:paraId="0C6B62B0" w14:textId="54553560" w:rsidR="005B63AB" w:rsidRDefault="005B63AB" w:rsidP="005B63A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0EB5B655" w14:textId="2C55409D" w:rsidR="005B63AB" w:rsidRDefault="005B63AB" w:rsidP="005B63A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5CB20499" w14:textId="77777777" w:rsidR="005B63AB" w:rsidRPr="00654F0F" w:rsidRDefault="005B63AB" w:rsidP="005B63AB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3A523017" w14:textId="34674610" w:rsidR="005B63AB" w:rsidRDefault="005B63AB" w:rsidP="005B63A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7E0BB6CC" w14:textId="4E63AD25" w:rsidR="005B63AB" w:rsidRDefault="005B63AB" w:rsidP="005B63A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2270A526" w14:textId="5C6DFA6B" w:rsidR="005B63AB" w:rsidRDefault="005B63AB" w:rsidP="005B63A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5B63AB" w14:paraId="66A01EC9" w14:textId="77777777" w:rsidTr="00742962">
        <w:tc>
          <w:tcPr>
            <w:tcW w:w="2332" w:type="dxa"/>
          </w:tcPr>
          <w:p w14:paraId="7F3429B7" w14:textId="77777777" w:rsidR="005B63AB" w:rsidRDefault="005B63AB" w:rsidP="005B63AB">
            <w:r>
              <w:t>PRODUKCJA</w:t>
            </w:r>
          </w:p>
        </w:tc>
        <w:tc>
          <w:tcPr>
            <w:tcW w:w="2332" w:type="dxa"/>
          </w:tcPr>
          <w:p w14:paraId="60F64193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  <w:p w14:paraId="0F3152BC" w14:textId="2208A685" w:rsidR="005B63AB" w:rsidRDefault="005B63AB" w:rsidP="005B63AB"/>
        </w:tc>
        <w:tc>
          <w:tcPr>
            <w:tcW w:w="2332" w:type="dxa"/>
          </w:tcPr>
          <w:p w14:paraId="16F8CE99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6D769C">
              <w:rPr>
                <w:rFonts w:ascii="Verdana" w:hAnsi="Verdana"/>
                <w:b w:val="0"/>
                <w:sz w:val="16"/>
                <w:szCs w:val="16"/>
              </w:rPr>
              <w:t xml:space="preserve">ówi, </w:t>
            </w:r>
            <w:r>
              <w:rPr>
                <w:rFonts w:ascii="Verdana" w:hAnsi="Verdana"/>
                <w:b w:val="0"/>
                <w:sz w:val="16"/>
                <w:szCs w:val="16"/>
              </w:rPr>
              <w:t>jak spędza święta i dni wolne</w:t>
            </w:r>
          </w:p>
          <w:p w14:paraId="621A7BED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jakie prezenty dostaje najczęściej</w:t>
            </w:r>
          </w:p>
          <w:p w14:paraId="2D1123B7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swoim stosunku do prywatek</w:t>
            </w:r>
          </w:p>
          <w:p w14:paraId="0593FD8C" w14:textId="77777777" w:rsidR="005B63AB" w:rsidRPr="00654F0F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jak obchodzi się karnawał w Niemczech</w:t>
            </w:r>
          </w:p>
          <w:p w14:paraId="162B9814" w14:textId="623E9C23" w:rsidR="005B63AB" w:rsidRDefault="005B63AB" w:rsidP="005B63AB"/>
        </w:tc>
        <w:tc>
          <w:tcPr>
            <w:tcW w:w="2332" w:type="dxa"/>
          </w:tcPr>
          <w:p w14:paraId="5E0D39ED" w14:textId="77777777" w:rsidR="005B63AB" w:rsidRPr="00654F0F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45A116D7" w14:textId="3C742ECF" w:rsidR="005B63AB" w:rsidRDefault="005B63AB" w:rsidP="005B63AB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0E547AA4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sposobach spędzania świąt i dni wolnych</w:t>
            </w:r>
          </w:p>
          <w:p w14:paraId="59F1A5B7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341733">
              <w:rPr>
                <w:rFonts w:ascii="Verdana" w:hAnsi="Verdana"/>
                <w:b w:val="0"/>
                <w:sz w:val="16"/>
                <w:szCs w:val="16"/>
              </w:rPr>
              <w:t>powiada o tym, jakie prezenty wybiera dla innych i jakie sam otrzymuje najchętniej</w:t>
            </w:r>
          </w:p>
          <w:p w14:paraId="266F49E7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47F97">
              <w:rPr>
                <w:rFonts w:ascii="Verdana" w:hAnsi="Verdana"/>
                <w:b w:val="0"/>
                <w:sz w:val="16"/>
                <w:szCs w:val="16"/>
              </w:rPr>
              <w:t>ypowiada się na temat swojego stosunku do organizowania prywatek i uczestniczenia w nich</w:t>
            </w:r>
          </w:p>
          <w:p w14:paraId="566638FF" w14:textId="1672F664" w:rsidR="005B63AB" w:rsidRDefault="005B63AB" w:rsidP="005B63AB">
            <w:r>
              <w:rPr>
                <w:rFonts w:ascii="Verdana" w:hAnsi="Verdana"/>
                <w:b w:val="0"/>
                <w:sz w:val="16"/>
                <w:szCs w:val="16"/>
              </w:rPr>
              <w:t>• Wyraża swoją opinię na temat tradycji karnawałowych w Niemczech</w:t>
            </w:r>
          </w:p>
        </w:tc>
        <w:tc>
          <w:tcPr>
            <w:tcW w:w="2333" w:type="dxa"/>
          </w:tcPr>
          <w:p w14:paraId="734A81D8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sposobach spędzania świąt i dni wolnych</w:t>
            </w:r>
          </w:p>
          <w:p w14:paraId="0C642A84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341733">
              <w:rPr>
                <w:rFonts w:ascii="Verdana" w:hAnsi="Verdana"/>
                <w:b w:val="0"/>
                <w:sz w:val="16"/>
                <w:szCs w:val="16"/>
              </w:rPr>
              <w:t>powiada o tym, jakie prezenty wybiera dla innych i jakie sam otrzymuje najchętniej</w:t>
            </w:r>
          </w:p>
          <w:p w14:paraId="79BFD04F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47F97">
              <w:rPr>
                <w:rFonts w:ascii="Verdana" w:hAnsi="Verdana"/>
                <w:b w:val="0"/>
                <w:sz w:val="16"/>
                <w:szCs w:val="16"/>
              </w:rPr>
              <w:t>ypowiada się na temat swojego stosunku do organizowania prywatek i uczestniczenia w nich</w:t>
            </w:r>
          </w:p>
          <w:p w14:paraId="1CEDB75D" w14:textId="4EA7560B" w:rsidR="005B63AB" w:rsidRDefault="005B63AB" w:rsidP="005B63AB">
            <w:r>
              <w:rPr>
                <w:rFonts w:ascii="Verdana" w:hAnsi="Verdana"/>
                <w:b w:val="0"/>
                <w:sz w:val="16"/>
                <w:szCs w:val="16"/>
              </w:rPr>
              <w:t>• Wyraża swoją opinię na temat tradycji karnawałowych w Niemczech</w:t>
            </w:r>
          </w:p>
        </w:tc>
      </w:tr>
      <w:tr w:rsidR="005B63AB" w14:paraId="1C33A4AB" w14:textId="77777777" w:rsidTr="00742962">
        <w:tc>
          <w:tcPr>
            <w:tcW w:w="2332" w:type="dxa"/>
          </w:tcPr>
          <w:p w14:paraId="27C9E11C" w14:textId="77777777" w:rsidR="005B63AB" w:rsidRDefault="005B63AB" w:rsidP="005B63AB">
            <w:r>
              <w:t>INTERAKCJA</w:t>
            </w:r>
          </w:p>
        </w:tc>
        <w:tc>
          <w:tcPr>
            <w:tcW w:w="2332" w:type="dxa"/>
          </w:tcPr>
          <w:p w14:paraId="06CDABB8" w14:textId="1C15127E" w:rsidR="005B63AB" w:rsidRDefault="005B63AB" w:rsidP="005B63AB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DBF34B8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I</w:t>
            </w:r>
            <w:r w:rsidRPr="00EE0B74">
              <w:rPr>
                <w:rFonts w:ascii="Verdana" w:hAnsi="Verdana"/>
                <w:b w:val="0"/>
                <w:sz w:val="16"/>
                <w:szCs w:val="16"/>
              </w:rPr>
              <w:t xml:space="preserve">nformuje, </w:t>
            </w:r>
            <w:r>
              <w:rPr>
                <w:rFonts w:ascii="Verdana" w:hAnsi="Verdana"/>
                <w:b w:val="0"/>
                <w:sz w:val="16"/>
                <w:szCs w:val="16"/>
              </w:rPr>
              <w:t>kiedy obchodzi się różne święta, i pyta o to innych</w:t>
            </w:r>
          </w:p>
          <w:p w14:paraId="1B5635B6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Proponuje prezent dla konkretnej osoby i krótko uzasadnia wybór</w:t>
            </w:r>
          </w:p>
          <w:p w14:paraId="555749CD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Krótko ocenia przyjęcie, na którym był</w:t>
            </w:r>
          </w:p>
          <w:p w14:paraId="10B730A4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innych o ich ulubione święta i informuje o swoich</w:t>
            </w:r>
          </w:p>
          <w:p w14:paraId="5ED1BE05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Zaprasza na imprezę urodzinową</w:t>
            </w:r>
          </w:p>
          <w:p w14:paraId="357FDBFB" w14:textId="2F73B9BB" w:rsidR="005B63AB" w:rsidRDefault="005B63AB" w:rsidP="005B63AB">
            <w:r>
              <w:rPr>
                <w:rFonts w:ascii="Verdana" w:hAnsi="Verdana"/>
                <w:b w:val="0"/>
                <w:sz w:val="16"/>
                <w:szCs w:val="16"/>
              </w:rPr>
              <w:t>• Przyjmuje lub odrzuca zaproszenie</w:t>
            </w:r>
          </w:p>
        </w:tc>
        <w:tc>
          <w:tcPr>
            <w:tcW w:w="2332" w:type="dxa"/>
          </w:tcPr>
          <w:p w14:paraId="428BE1BB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dostateczną, ale niższymi niż są oczekiwane na ocenę bardzo dobrą. </w:t>
            </w:r>
          </w:p>
          <w:p w14:paraId="1857105E" w14:textId="0B5FA073" w:rsidR="005B63AB" w:rsidRDefault="005B63AB" w:rsidP="005B63AB"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4BD916FA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Rozmawia o wyborze prezentów dla różnych osób</w:t>
            </w:r>
          </w:p>
          <w:p w14:paraId="6253558D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Pyta o opinię na temat przyjęcia i wyraża zadowolenie lub niezadowolenie</w:t>
            </w:r>
          </w:p>
          <w:p w14:paraId="3205EF2B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różnych świąt</w:t>
            </w:r>
          </w:p>
          <w:p w14:paraId="28B52282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zaproszenie na imprezę urodzinową</w:t>
            </w:r>
          </w:p>
          <w:p w14:paraId="47F99F8E" w14:textId="77777777" w:rsidR="005B63AB" w:rsidRPr="00654F0F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Uzasadnia odmowę przyjęcia zaproszenia</w:t>
            </w:r>
          </w:p>
          <w:p w14:paraId="41687AB8" w14:textId="6E9B0343" w:rsidR="005B63AB" w:rsidRDefault="005B63AB" w:rsidP="005B63AB"/>
        </w:tc>
        <w:tc>
          <w:tcPr>
            <w:tcW w:w="2333" w:type="dxa"/>
          </w:tcPr>
          <w:p w14:paraId="552313C4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Rozmawia o wyborze prezentów dla różnych osób</w:t>
            </w:r>
          </w:p>
          <w:p w14:paraId="3DBA3C97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Pyta o opinię na temat przyjęcia i wyraża zadowolenie lub niezadowolenie</w:t>
            </w:r>
          </w:p>
          <w:p w14:paraId="2CB34665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różnych świąt</w:t>
            </w:r>
          </w:p>
          <w:p w14:paraId="74A06CDA" w14:textId="77777777" w:rsidR="005B63AB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zaproszenie na imprezę urodzinową</w:t>
            </w:r>
          </w:p>
          <w:p w14:paraId="497CD112" w14:textId="77777777" w:rsidR="005B63AB" w:rsidRPr="00654F0F" w:rsidRDefault="005B63AB" w:rsidP="005B63A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Uzasadnia odmowę przyjęcia zaproszenia</w:t>
            </w:r>
          </w:p>
          <w:p w14:paraId="7B9EF540" w14:textId="55DB323C" w:rsidR="005B63AB" w:rsidRDefault="005B63AB" w:rsidP="005B63AB">
            <w:pPr>
              <w:pStyle w:val="Zawartotabeli"/>
            </w:pPr>
          </w:p>
        </w:tc>
      </w:tr>
    </w:tbl>
    <w:p w14:paraId="32C75456" w14:textId="77777777" w:rsidR="00BC3F3E" w:rsidRDefault="00BC3F3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BC3F3E" w14:paraId="5A3A2FA1" w14:textId="77777777" w:rsidTr="00742962">
        <w:tc>
          <w:tcPr>
            <w:tcW w:w="13994" w:type="dxa"/>
            <w:gridSpan w:val="6"/>
          </w:tcPr>
          <w:p w14:paraId="4DE4B680" w14:textId="422460F3" w:rsidR="00BC3F3E" w:rsidRDefault="00BC3F3E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32CC6">
              <w:rPr>
                <w:rFonts w:ascii="Verdana" w:hAnsi="Verdana"/>
                <w:sz w:val="16"/>
                <w:szCs w:val="16"/>
              </w:rPr>
              <w:t>3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5: </w:t>
            </w:r>
            <w:proofErr w:type="spellStart"/>
            <w:r w:rsidR="00C32CC6">
              <w:rPr>
                <w:rFonts w:ascii="Verdana" w:hAnsi="Verdana"/>
                <w:sz w:val="16"/>
                <w:szCs w:val="16"/>
              </w:rPr>
              <w:t>Wohnen</w:t>
            </w:r>
            <w:proofErr w:type="spellEnd"/>
          </w:p>
        </w:tc>
      </w:tr>
      <w:tr w:rsidR="00BC3F3E" w14:paraId="67349811" w14:textId="77777777" w:rsidTr="00EF1D7F">
        <w:tc>
          <w:tcPr>
            <w:tcW w:w="2332" w:type="dxa"/>
            <w:shd w:val="clear" w:color="auto" w:fill="009999"/>
          </w:tcPr>
          <w:p w14:paraId="0542193F" w14:textId="77777777" w:rsidR="00BC3F3E" w:rsidRDefault="00BC3F3E" w:rsidP="00742962">
            <w:r>
              <w:t>OCENA</w:t>
            </w:r>
          </w:p>
        </w:tc>
        <w:tc>
          <w:tcPr>
            <w:tcW w:w="2332" w:type="dxa"/>
            <w:shd w:val="clear" w:color="auto" w:fill="009999"/>
          </w:tcPr>
          <w:p w14:paraId="53CF2CA0" w14:textId="77777777" w:rsidR="00BC3F3E" w:rsidRPr="000F4505" w:rsidRDefault="00BC3F3E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DEFCC71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9999"/>
          </w:tcPr>
          <w:p w14:paraId="0382EE7C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9999"/>
          </w:tcPr>
          <w:p w14:paraId="5103BFF2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9999"/>
          </w:tcPr>
          <w:p w14:paraId="17E789E6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9999"/>
          </w:tcPr>
          <w:p w14:paraId="28A1EE02" w14:textId="77777777" w:rsidR="00BC3F3E" w:rsidRPr="000F4505" w:rsidRDefault="00BC3F3E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BC3F3E" w14:paraId="6AE55E26" w14:textId="77777777" w:rsidTr="00742962">
        <w:tc>
          <w:tcPr>
            <w:tcW w:w="2332" w:type="dxa"/>
          </w:tcPr>
          <w:p w14:paraId="67BAC01B" w14:textId="77777777" w:rsidR="00BC3F3E" w:rsidRDefault="00BC3F3E" w:rsidP="00742962"/>
        </w:tc>
        <w:tc>
          <w:tcPr>
            <w:tcW w:w="2332" w:type="dxa"/>
            <w:vAlign w:val="center"/>
          </w:tcPr>
          <w:p w14:paraId="0268B649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0625C645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7233FDF0" w14:textId="77777777" w:rsidR="00BC3F3E" w:rsidRPr="00654F0F" w:rsidRDefault="00BC3F3E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FA1CBD9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0D163580" w14:textId="77777777" w:rsidR="00BC3F3E" w:rsidRDefault="00BC3F3E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280F3808" w14:textId="77777777" w:rsidR="00BC3F3E" w:rsidRDefault="00BC3F3E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BC3F3E" w14:paraId="60B24FF7" w14:textId="77777777" w:rsidTr="00742962">
        <w:tc>
          <w:tcPr>
            <w:tcW w:w="2332" w:type="dxa"/>
          </w:tcPr>
          <w:p w14:paraId="7C59D070" w14:textId="77777777" w:rsidR="00BC3F3E" w:rsidRDefault="00BC3F3E" w:rsidP="00742962">
            <w:r>
              <w:t>WIEDZA</w:t>
            </w:r>
          </w:p>
          <w:p w14:paraId="1C9E439D" w14:textId="77777777" w:rsidR="00BC3F3E" w:rsidRPr="00654F0F" w:rsidRDefault="00BC3F3E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7E94994D" w14:textId="77777777" w:rsidR="00BC3F3E" w:rsidRPr="00654F0F" w:rsidRDefault="00BC3F3E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5CA12D0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54408882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AC1BFFD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05EF21CF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1F0ADF5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94E6CD7" w14:textId="77777777" w:rsidR="00BC3F3E" w:rsidRDefault="00BC3F3E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BC3F3E" w14:paraId="50D250F6" w14:textId="77777777" w:rsidTr="00742962">
        <w:tc>
          <w:tcPr>
            <w:tcW w:w="2332" w:type="dxa"/>
          </w:tcPr>
          <w:p w14:paraId="33B2AB18" w14:textId="77777777" w:rsidR="00BC3F3E" w:rsidRDefault="00BC3F3E" w:rsidP="00742962"/>
        </w:tc>
        <w:tc>
          <w:tcPr>
            <w:tcW w:w="2332" w:type="dxa"/>
            <w:tcBorders>
              <w:bottom w:val="nil"/>
            </w:tcBorders>
          </w:tcPr>
          <w:p w14:paraId="685A94ED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61046CC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6979063B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62F0E4AA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E8148CA" w14:textId="77777777" w:rsidR="00BC3F3E" w:rsidRPr="00654F0F" w:rsidRDefault="00BC3F3E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BC3F3E" w14:paraId="3AA06C16" w14:textId="77777777" w:rsidTr="00742962">
        <w:tc>
          <w:tcPr>
            <w:tcW w:w="2332" w:type="dxa"/>
          </w:tcPr>
          <w:p w14:paraId="2F78D691" w14:textId="77777777" w:rsidR="00BC3F3E" w:rsidRDefault="00BC3F3E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780D709E" w14:textId="77777777" w:rsidR="00C32CC6" w:rsidRDefault="00C32CC6" w:rsidP="00C32CC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Położenie sprzętów i przedmiotów</w:t>
            </w:r>
          </w:p>
          <w:p w14:paraId="36A6518A" w14:textId="77777777" w:rsidR="00C32CC6" w:rsidRDefault="00C32CC6" w:rsidP="00C32CC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Zwierzęta domowe</w:t>
            </w:r>
          </w:p>
          <w:p w14:paraId="2592E397" w14:textId="77777777" w:rsidR="00C32CC6" w:rsidRDefault="00C32CC6" w:rsidP="00C32CC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Życie na wsi</w:t>
            </w:r>
          </w:p>
          <w:p w14:paraId="0F31E423" w14:textId="77777777" w:rsidR="00C32CC6" w:rsidRDefault="00C32CC6" w:rsidP="00C32CC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Przymiotnik po rodzajniku określonym w mianowniku i bierniku</w:t>
            </w:r>
          </w:p>
          <w:p w14:paraId="5760E0E4" w14:textId="0809C2BF" w:rsidR="00BC3F3E" w:rsidRPr="00834627" w:rsidRDefault="00C32CC6" w:rsidP="00C32CC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z </w:t>
            </w:r>
            <w:proofErr w:type="spellStart"/>
            <w:r w:rsidRPr="00812B4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deshalb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</w:t>
            </w:r>
            <w:proofErr w:type="spellStart"/>
            <w:r w:rsidRPr="00812B4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trotzdem</w:t>
            </w:r>
            <w:proofErr w:type="spellEnd"/>
          </w:p>
        </w:tc>
      </w:tr>
      <w:tr w:rsidR="00602AFC" w14:paraId="423A39F4" w14:textId="77777777" w:rsidTr="00742962">
        <w:tc>
          <w:tcPr>
            <w:tcW w:w="2332" w:type="dxa"/>
          </w:tcPr>
          <w:p w14:paraId="375F58FE" w14:textId="77777777" w:rsidR="00602AFC" w:rsidRDefault="00602AFC" w:rsidP="00602AFC">
            <w:r>
              <w:t>RECEPCJA</w:t>
            </w:r>
          </w:p>
        </w:tc>
        <w:tc>
          <w:tcPr>
            <w:tcW w:w="2332" w:type="dxa"/>
          </w:tcPr>
          <w:p w14:paraId="5FE5C94F" w14:textId="10C539FA" w:rsidR="00602AFC" w:rsidRDefault="00602AFC" w:rsidP="00602AFC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Częściowo poprawnie rozwiązuje zadania na czytanie.</w:t>
            </w:r>
          </w:p>
        </w:tc>
        <w:tc>
          <w:tcPr>
            <w:tcW w:w="2332" w:type="dxa"/>
          </w:tcPr>
          <w:p w14:paraId="0D68CF04" w14:textId="3BA75658" w:rsidR="00602AFC" w:rsidRDefault="00602AFC" w:rsidP="00602AFC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wybrane zdania. Częściowo poprawnie rozwiązuje zadania na czytanie i słuchanie.</w:t>
            </w:r>
          </w:p>
        </w:tc>
        <w:tc>
          <w:tcPr>
            <w:tcW w:w="2332" w:type="dxa"/>
          </w:tcPr>
          <w:p w14:paraId="58458AFF" w14:textId="77777777" w:rsidR="00602AFC" w:rsidRPr="00654F0F" w:rsidRDefault="00602AFC" w:rsidP="00602AFC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Rozumie większość tekstu i komunikatów słownych na bazie poznanego słownictwa.</w:t>
            </w:r>
          </w:p>
          <w:p w14:paraId="448C9B0D" w14:textId="7EF2382B" w:rsidR="00602AFC" w:rsidRDefault="00602AFC" w:rsidP="00602AFC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W większości poprawnie rozwiązuje zadania na czytanie i słuchanie.</w:t>
            </w:r>
          </w:p>
        </w:tc>
        <w:tc>
          <w:tcPr>
            <w:tcW w:w="2333" w:type="dxa"/>
          </w:tcPr>
          <w:p w14:paraId="192FB081" w14:textId="77777777" w:rsidR="00602AFC" w:rsidRPr="00654F0F" w:rsidRDefault="00602AFC" w:rsidP="00602AFC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Poprawnie rozwiązuje zadania na czytanie</w:t>
            </w:r>
          </w:p>
          <w:p w14:paraId="61251C3C" w14:textId="55931722" w:rsidR="00602AFC" w:rsidRDefault="00602AFC" w:rsidP="00602AFC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bieranie, wielokrotny wybór.</w:t>
            </w:r>
          </w:p>
        </w:tc>
        <w:tc>
          <w:tcPr>
            <w:tcW w:w="2333" w:type="dxa"/>
          </w:tcPr>
          <w:p w14:paraId="0E7485EE" w14:textId="4D665CB8" w:rsidR="00602AFC" w:rsidRPr="00654F0F" w:rsidRDefault="00602AFC" w:rsidP="00602AFC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</w:t>
            </w:r>
          </w:p>
          <w:p w14:paraId="67B913D1" w14:textId="2742A1E7" w:rsidR="00602AFC" w:rsidRDefault="00602AFC" w:rsidP="00602AFC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bieranie, wielokrotny wybór.</w:t>
            </w:r>
          </w:p>
        </w:tc>
      </w:tr>
      <w:tr w:rsidR="00602AFC" w14:paraId="50EDB90E" w14:textId="77777777" w:rsidTr="00742962">
        <w:tc>
          <w:tcPr>
            <w:tcW w:w="2332" w:type="dxa"/>
          </w:tcPr>
          <w:p w14:paraId="4ECE173D" w14:textId="77777777" w:rsidR="00602AFC" w:rsidRDefault="00602AFC" w:rsidP="00602AFC">
            <w:r>
              <w:lastRenderedPageBreak/>
              <w:t>PRODUKCJA</w:t>
            </w:r>
          </w:p>
        </w:tc>
        <w:tc>
          <w:tcPr>
            <w:tcW w:w="2332" w:type="dxa"/>
          </w:tcPr>
          <w:p w14:paraId="535E5195" w14:textId="0E86C540" w:rsidR="00602AFC" w:rsidRDefault="00602AFC" w:rsidP="00602AFC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21D5D362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swój pokój</w:t>
            </w:r>
          </w:p>
          <w:p w14:paraId="231B2C19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obowiązkach wynikających z posiadania zwierząt</w:t>
            </w:r>
          </w:p>
          <w:p w14:paraId="64777839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Formułuje zalety i wady posiadania zwierząt</w:t>
            </w:r>
          </w:p>
          <w:p w14:paraId="564C04F0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krótko swoje miejsce zamieszkania</w:t>
            </w:r>
          </w:p>
          <w:p w14:paraId="3D664A0C" w14:textId="77777777" w:rsidR="00602AFC" w:rsidRPr="00654F0F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dobrych i złych stronach mieszkania na wsi</w:t>
            </w:r>
          </w:p>
          <w:p w14:paraId="35F6AE2B" w14:textId="6349D0A2" w:rsidR="00602AFC" w:rsidRDefault="00602AFC" w:rsidP="00602AFC"/>
        </w:tc>
        <w:tc>
          <w:tcPr>
            <w:tcW w:w="2332" w:type="dxa"/>
          </w:tcPr>
          <w:p w14:paraId="0BBDA10C" w14:textId="77777777" w:rsidR="00602AFC" w:rsidRPr="00654F0F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1C5369F5" w14:textId="04D80A53" w:rsidR="00602AFC" w:rsidRDefault="00602AFC" w:rsidP="00602AFC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4408337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Ocenia różne miejsca zamieszkania</w:t>
            </w:r>
          </w:p>
          <w:p w14:paraId="69F6C05A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Porównuje pokoje przed i po przemeblowaniu</w:t>
            </w:r>
          </w:p>
          <w:p w14:paraId="3A3E21C6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obowiązkach i trudnościach wynikających z posiadania zwierząt</w:t>
            </w:r>
          </w:p>
          <w:p w14:paraId="7CA2840A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komentarz na temat swojego zwierzęcia domowego</w:t>
            </w:r>
          </w:p>
          <w:p w14:paraId="01B06F0B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274B1">
              <w:rPr>
                <w:rFonts w:ascii="Verdana" w:hAnsi="Verdana"/>
                <w:b w:val="0"/>
                <w:sz w:val="16"/>
                <w:szCs w:val="16"/>
              </w:rPr>
              <w:t>isze wpis na blogu o zaletach i wadach swojego miejsca zamieszkania</w:t>
            </w:r>
          </w:p>
          <w:p w14:paraId="4BF5604E" w14:textId="68A0B2C3" w:rsidR="00602AFC" w:rsidRDefault="00602AFC" w:rsidP="00602AFC">
            <w:r>
              <w:rPr>
                <w:rFonts w:ascii="Verdana" w:hAnsi="Verdana"/>
                <w:b w:val="0"/>
                <w:sz w:val="16"/>
                <w:szCs w:val="16"/>
              </w:rPr>
              <w:t>• Opisuje zalety i wady mieszkania na wsi i w mieście</w:t>
            </w:r>
          </w:p>
        </w:tc>
        <w:tc>
          <w:tcPr>
            <w:tcW w:w="2333" w:type="dxa"/>
          </w:tcPr>
          <w:p w14:paraId="5D14D82B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Ocenia różne miejsca zamieszkania</w:t>
            </w:r>
          </w:p>
          <w:p w14:paraId="03B5E3AF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Porównuje pokoje przed i po przemeblowaniu</w:t>
            </w:r>
          </w:p>
          <w:p w14:paraId="73EC5FED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obowiązkach i trudnościach wynikających z posiadania zwierząt</w:t>
            </w:r>
          </w:p>
          <w:p w14:paraId="4E28FF82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komentarz na temat swojego zwierzęcia domowego</w:t>
            </w:r>
          </w:p>
          <w:p w14:paraId="15DEF42C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274B1">
              <w:rPr>
                <w:rFonts w:ascii="Verdana" w:hAnsi="Verdana"/>
                <w:b w:val="0"/>
                <w:sz w:val="16"/>
                <w:szCs w:val="16"/>
              </w:rPr>
              <w:t>isze wpis na blogu o zaletach i wadach swojego miejsca zamieszkania</w:t>
            </w:r>
          </w:p>
          <w:p w14:paraId="3214542B" w14:textId="2549FC93" w:rsidR="00602AFC" w:rsidRDefault="00602AFC" w:rsidP="00602AFC">
            <w:r>
              <w:rPr>
                <w:rFonts w:ascii="Verdana" w:hAnsi="Verdana"/>
                <w:b w:val="0"/>
                <w:sz w:val="16"/>
                <w:szCs w:val="16"/>
              </w:rPr>
              <w:t>• Opisuje zalety i wady mieszkania na wsi i w mieście</w:t>
            </w:r>
          </w:p>
        </w:tc>
      </w:tr>
      <w:tr w:rsidR="00602AFC" w14:paraId="2C128BBF" w14:textId="77777777" w:rsidTr="00742962">
        <w:tc>
          <w:tcPr>
            <w:tcW w:w="2332" w:type="dxa"/>
          </w:tcPr>
          <w:p w14:paraId="4AE13A35" w14:textId="77777777" w:rsidR="00602AFC" w:rsidRDefault="00602AFC" w:rsidP="00602AFC">
            <w:r>
              <w:t>INTERAKCJA</w:t>
            </w:r>
          </w:p>
        </w:tc>
        <w:tc>
          <w:tcPr>
            <w:tcW w:w="2332" w:type="dxa"/>
          </w:tcPr>
          <w:p w14:paraId="3D82E137" w14:textId="55B322B2" w:rsidR="00602AFC" w:rsidRDefault="00602AFC" w:rsidP="00602AFC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3FBD73EA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gdzie i jak mieszka</w:t>
            </w:r>
          </w:p>
          <w:p w14:paraId="62149F6A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położenie przedmiotów i sprzętów oraz o tym informuje</w:t>
            </w:r>
          </w:p>
          <w:p w14:paraId="4C348351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czy i jakie zwierzę domowe posiada, i pyta o to innych</w:t>
            </w:r>
          </w:p>
          <w:p w14:paraId="159EA427" w14:textId="77777777" w:rsidR="00602AFC" w:rsidRPr="00654F0F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swoim miejscu zamieszkania i pyta o to innych</w:t>
            </w:r>
          </w:p>
          <w:p w14:paraId="5AADBC96" w14:textId="5446EB4B" w:rsidR="00602AFC" w:rsidRDefault="00602AFC" w:rsidP="00602AFC"/>
        </w:tc>
        <w:tc>
          <w:tcPr>
            <w:tcW w:w="2332" w:type="dxa"/>
          </w:tcPr>
          <w:p w14:paraId="27D8DB16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702B6815" w14:textId="4559ABEB" w:rsidR="00602AFC" w:rsidRDefault="00602AFC" w:rsidP="00602AFC"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5867086B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różnych miejscach zamieszkania</w:t>
            </w:r>
          </w:p>
          <w:p w14:paraId="03BAE012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Proponuje zmianę położenia przedmiotów i sprzętów</w:t>
            </w:r>
          </w:p>
          <w:p w14:paraId="3332B4EF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tym, czy warto posiadać zwierzę domowe, i uzasadnia swoją opinię</w:t>
            </w:r>
          </w:p>
          <w:p w14:paraId="3B53F69D" w14:textId="77777777" w:rsidR="00602AFC" w:rsidRPr="00654F0F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różnych miejscach zamieszkania</w:t>
            </w:r>
          </w:p>
          <w:p w14:paraId="17BC4AE9" w14:textId="1C252772" w:rsidR="00602AFC" w:rsidRDefault="00602AFC" w:rsidP="00602AFC"/>
        </w:tc>
        <w:tc>
          <w:tcPr>
            <w:tcW w:w="2333" w:type="dxa"/>
          </w:tcPr>
          <w:p w14:paraId="098BF470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różnych miejscach zamieszkania</w:t>
            </w:r>
          </w:p>
          <w:p w14:paraId="592D23D5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Proponuje zmianę położenia przedmiotów i sprzętów</w:t>
            </w:r>
          </w:p>
          <w:p w14:paraId="33C49698" w14:textId="77777777" w:rsidR="00602AFC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tym, czy warto posiadać zwierzę domowe, i uzasadnia swoją opinię</w:t>
            </w:r>
          </w:p>
          <w:p w14:paraId="17D2147F" w14:textId="77777777" w:rsidR="00602AFC" w:rsidRPr="00654F0F" w:rsidRDefault="00602AFC" w:rsidP="00602AFC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różnych miejscach zamieszkania</w:t>
            </w:r>
          </w:p>
          <w:p w14:paraId="6B90C641" w14:textId="55145EF6" w:rsidR="00602AFC" w:rsidRDefault="00602AFC" w:rsidP="00602AFC">
            <w:pPr>
              <w:pStyle w:val="Zawartotabeli"/>
            </w:pPr>
          </w:p>
        </w:tc>
      </w:tr>
    </w:tbl>
    <w:p w14:paraId="3105EADB" w14:textId="77777777" w:rsidR="002E394A" w:rsidRDefault="002E394A"/>
    <w:p w14:paraId="04EB28CD" w14:textId="77777777" w:rsidR="00325D2B" w:rsidRDefault="00325D2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2E394A" w14:paraId="7B62F23D" w14:textId="77777777" w:rsidTr="00742962">
        <w:tc>
          <w:tcPr>
            <w:tcW w:w="13994" w:type="dxa"/>
            <w:gridSpan w:val="6"/>
          </w:tcPr>
          <w:p w14:paraId="763571FD" w14:textId="3A6BF483" w:rsidR="002E394A" w:rsidRDefault="002E394A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60C42">
              <w:rPr>
                <w:rFonts w:ascii="Verdana" w:hAnsi="Verdana"/>
                <w:sz w:val="16"/>
                <w:szCs w:val="16"/>
              </w:rPr>
              <w:t>3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6: </w:t>
            </w:r>
            <w:proofErr w:type="spellStart"/>
            <w:r w:rsidR="00ED6703">
              <w:rPr>
                <w:rFonts w:ascii="Verdana" w:hAnsi="Verdana"/>
                <w:sz w:val="16"/>
                <w:szCs w:val="16"/>
              </w:rPr>
              <w:t>Mobilität</w:t>
            </w:r>
            <w:proofErr w:type="spellEnd"/>
          </w:p>
        </w:tc>
      </w:tr>
      <w:tr w:rsidR="002E394A" w14:paraId="557B66F4" w14:textId="77777777" w:rsidTr="00ED6703">
        <w:tc>
          <w:tcPr>
            <w:tcW w:w="2332" w:type="dxa"/>
            <w:shd w:val="clear" w:color="auto" w:fill="009999"/>
          </w:tcPr>
          <w:p w14:paraId="1DF40DC4" w14:textId="77777777" w:rsidR="002E394A" w:rsidRDefault="002E394A" w:rsidP="00742962">
            <w:r>
              <w:t>OCENA</w:t>
            </w:r>
          </w:p>
        </w:tc>
        <w:tc>
          <w:tcPr>
            <w:tcW w:w="2332" w:type="dxa"/>
            <w:shd w:val="clear" w:color="auto" w:fill="009999"/>
          </w:tcPr>
          <w:p w14:paraId="36C0D891" w14:textId="77777777" w:rsidR="002E394A" w:rsidRPr="000F4505" w:rsidRDefault="002E394A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1F410DA4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9999"/>
          </w:tcPr>
          <w:p w14:paraId="1DB513B0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9999"/>
          </w:tcPr>
          <w:p w14:paraId="46C108E0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9999"/>
          </w:tcPr>
          <w:p w14:paraId="767E4D37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9999"/>
          </w:tcPr>
          <w:p w14:paraId="666540FF" w14:textId="77777777" w:rsidR="002E394A" w:rsidRPr="000F4505" w:rsidRDefault="002E394A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2E394A" w14:paraId="522CF668" w14:textId="77777777" w:rsidTr="00742962">
        <w:tc>
          <w:tcPr>
            <w:tcW w:w="2332" w:type="dxa"/>
          </w:tcPr>
          <w:p w14:paraId="7A298331" w14:textId="77777777" w:rsidR="002E394A" w:rsidRDefault="002E394A" w:rsidP="00742962"/>
        </w:tc>
        <w:tc>
          <w:tcPr>
            <w:tcW w:w="2332" w:type="dxa"/>
            <w:vAlign w:val="center"/>
          </w:tcPr>
          <w:p w14:paraId="259AE5DD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42711AE3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08215ADF" w14:textId="77777777" w:rsidR="002E394A" w:rsidRPr="00654F0F" w:rsidRDefault="002E394A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2A7DFC7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7D4082B2" w14:textId="77777777" w:rsidR="002E394A" w:rsidRDefault="002E394A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2EE2E9B8" w14:textId="77777777" w:rsidR="002E394A" w:rsidRDefault="002E394A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2E394A" w14:paraId="34CE1A61" w14:textId="77777777" w:rsidTr="00742962">
        <w:tc>
          <w:tcPr>
            <w:tcW w:w="2332" w:type="dxa"/>
          </w:tcPr>
          <w:p w14:paraId="21F5E753" w14:textId="77777777" w:rsidR="002E394A" w:rsidRDefault="002E394A" w:rsidP="00742962">
            <w:r>
              <w:t>WIEDZA</w:t>
            </w:r>
          </w:p>
          <w:p w14:paraId="71B81212" w14:textId="77777777" w:rsidR="002E394A" w:rsidRPr="00654F0F" w:rsidRDefault="002E394A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3D9A4236" w14:textId="77777777" w:rsidR="002E394A" w:rsidRPr="00654F0F" w:rsidRDefault="002E394A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61EAED41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0C9CB613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7301BA1C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44DC1C1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60ECD12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10DE2214" w14:textId="77777777" w:rsidR="002E394A" w:rsidRDefault="002E394A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2E394A" w14:paraId="6EEACB12" w14:textId="77777777" w:rsidTr="00742962">
        <w:tc>
          <w:tcPr>
            <w:tcW w:w="2332" w:type="dxa"/>
          </w:tcPr>
          <w:p w14:paraId="61D6CF28" w14:textId="77777777" w:rsidR="002E394A" w:rsidRDefault="002E394A" w:rsidP="00742962"/>
        </w:tc>
        <w:tc>
          <w:tcPr>
            <w:tcW w:w="2332" w:type="dxa"/>
            <w:tcBorders>
              <w:bottom w:val="nil"/>
            </w:tcBorders>
          </w:tcPr>
          <w:p w14:paraId="08D61C28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1902F038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0C644F9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150D9DF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45C342E9" w14:textId="77777777" w:rsidR="002E394A" w:rsidRPr="00654F0F" w:rsidRDefault="002E394A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2E394A" w14:paraId="6CCEEAD3" w14:textId="77777777" w:rsidTr="00742962">
        <w:tc>
          <w:tcPr>
            <w:tcW w:w="2332" w:type="dxa"/>
          </w:tcPr>
          <w:p w14:paraId="407D56FE" w14:textId="77777777" w:rsidR="002E394A" w:rsidRDefault="002E394A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27125A61" w14:textId="77777777" w:rsidR="008627B2" w:rsidRDefault="008627B2" w:rsidP="008627B2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Czynności na lotnisku</w:t>
            </w:r>
          </w:p>
          <w:p w14:paraId="0621FD07" w14:textId="77777777" w:rsidR="008627B2" w:rsidRDefault="008627B2" w:rsidP="008627B2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Środki lokomocji</w:t>
            </w:r>
          </w:p>
          <w:p w14:paraId="60F4BB73" w14:textId="77777777" w:rsidR="008627B2" w:rsidRDefault="008627B2" w:rsidP="008627B2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Opis pobytu za granicą</w:t>
            </w:r>
          </w:p>
          <w:p w14:paraId="27C816AD" w14:textId="77777777" w:rsidR="008627B2" w:rsidRDefault="008627B2" w:rsidP="008627B2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Życie na wsi</w:t>
            </w:r>
          </w:p>
          <w:p w14:paraId="421AB3E7" w14:textId="77777777" w:rsidR="008627B2" w:rsidRDefault="008627B2" w:rsidP="008627B2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Czasowniki z dopełnieniem przyimkowym</w:t>
            </w:r>
          </w:p>
          <w:p w14:paraId="70A45E9F" w14:textId="15748295" w:rsidR="002E394A" w:rsidRPr="004B08DB" w:rsidRDefault="008627B2" w:rsidP="008627B2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Przymiotnik po rodzajniku określonym w celowniku</w:t>
            </w:r>
          </w:p>
        </w:tc>
      </w:tr>
      <w:tr w:rsidR="00DC010B" w14:paraId="3E29BD2E" w14:textId="77777777" w:rsidTr="00742962">
        <w:tc>
          <w:tcPr>
            <w:tcW w:w="2332" w:type="dxa"/>
          </w:tcPr>
          <w:p w14:paraId="5913A49A" w14:textId="77777777" w:rsidR="00DC010B" w:rsidRDefault="00DC010B" w:rsidP="00DC010B">
            <w:r>
              <w:t>RECEPCJA</w:t>
            </w:r>
          </w:p>
        </w:tc>
        <w:tc>
          <w:tcPr>
            <w:tcW w:w="2332" w:type="dxa"/>
          </w:tcPr>
          <w:p w14:paraId="619E7CD6" w14:textId="2C5BA8EC" w:rsidR="00DC010B" w:rsidRDefault="00DC010B" w:rsidP="00DC010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828163B" w14:textId="75E1D4D8" w:rsidR="00DC010B" w:rsidRDefault="00DC010B" w:rsidP="00DC010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2B40C89C" w14:textId="77777777" w:rsidR="00DC010B" w:rsidRPr="00654F0F" w:rsidRDefault="00DC010B" w:rsidP="00DC010B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1EA91F25" w14:textId="6F5CC789" w:rsidR="00DC010B" w:rsidRDefault="00DC010B" w:rsidP="00DC010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9AA7843" w14:textId="54B5343D" w:rsidR="00DC010B" w:rsidRDefault="00DC010B" w:rsidP="00DC010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i słuchanie: r/f, dobieranie, wielokrotny wybór.</w:t>
            </w:r>
          </w:p>
        </w:tc>
        <w:tc>
          <w:tcPr>
            <w:tcW w:w="2333" w:type="dxa"/>
          </w:tcPr>
          <w:p w14:paraId="017344F9" w14:textId="1969447F" w:rsidR="00DC010B" w:rsidRDefault="00DC010B" w:rsidP="00DC010B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 rozwiązuje zadania na czytanie i słuchanie: r/f, dobieranie, wielokrotny wybór.</w:t>
            </w:r>
          </w:p>
        </w:tc>
      </w:tr>
      <w:tr w:rsidR="00DC010B" w14:paraId="16BF36FD" w14:textId="77777777" w:rsidTr="00742962">
        <w:tc>
          <w:tcPr>
            <w:tcW w:w="2332" w:type="dxa"/>
          </w:tcPr>
          <w:p w14:paraId="624B5471" w14:textId="77777777" w:rsidR="00DC010B" w:rsidRDefault="00DC010B" w:rsidP="00DC010B">
            <w:r>
              <w:t>PRODUKCJA</w:t>
            </w:r>
          </w:p>
        </w:tc>
        <w:tc>
          <w:tcPr>
            <w:tcW w:w="2332" w:type="dxa"/>
          </w:tcPr>
          <w:p w14:paraId="7EF36A55" w14:textId="4E89E797" w:rsidR="00DC010B" w:rsidRDefault="00DC010B" w:rsidP="00DC010B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0E120E2D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jakimś negatywnym aspekcie podróży lub wyjazdu</w:t>
            </w:r>
          </w:p>
          <w:p w14:paraId="65B688A5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pobyt lub życie za granicą</w:t>
            </w:r>
          </w:p>
          <w:p w14:paraId="26A519E7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Rozumie tekst informacyjny o Szwajcarii i przekazuje informacje w nim zawarte</w:t>
            </w:r>
          </w:p>
          <w:p w14:paraId="26DF8557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odpowiedzi na kilka pytań w quizie</w:t>
            </w:r>
          </w:p>
          <w:p w14:paraId="680B2CF3" w14:textId="77777777" w:rsidR="00DC010B" w:rsidRPr="00654F0F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Tworzy kilka pytań do quizu o Polsce </w:t>
            </w:r>
          </w:p>
          <w:p w14:paraId="3296DABF" w14:textId="1B86665F" w:rsidR="00DC010B" w:rsidRDefault="00DC010B" w:rsidP="00DC010B"/>
        </w:tc>
        <w:tc>
          <w:tcPr>
            <w:tcW w:w="2332" w:type="dxa"/>
          </w:tcPr>
          <w:p w14:paraId="13E58751" w14:textId="77777777" w:rsidR="00DC010B" w:rsidRPr="00654F0F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dostateczną, ale niższymi niż są oczekiwane na ocenę bardzo dobrą. </w:t>
            </w:r>
          </w:p>
          <w:p w14:paraId="5BFE9E95" w14:textId="6784FD8C" w:rsidR="00DC010B" w:rsidRDefault="00DC010B" w:rsidP="00DC010B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39C917E6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</w:t>
            </w:r>
            <w:r w:rsidRPr="00B31F3C">
              <w:rPr>
                <w:rFonts w:ascii="Verdana" w:hAnsi="Verdana"/>
                <w:b w:val="0"/>
                <w:sz w:val="16"/>
                <w:szCs w:val="16"/>
              </w:rPr>
              <w:t>isze relację z nieudanego urlopu</w:t>
            </w:r>
          </w:p>
          <w:p w14:paraId="72A6B814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tym, za czym można tęsknić, przebywając długo za granicą</w:t>
            </w:r>
          </w:p>
          <w:p w14:paraId="00F0DC31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komentarz na temat życia za granicą</w:t>
            </w:r>
          </w:p>
          <w:p w14:paraId="333C0045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tekst informacyjny o wybranym kraju</w:t>
            </w:r>
          </w:p>
          <w:p w14:paraId="1FE320F3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Udziela odpowiedzi na pytania i porównuje rozwiązania w quizie</w:t>
            </w:r>
          </w:p>
          <w:p w14:paraId="34DAD3C4" w14:textId="6773CD00" w:rsidR="00DC010B" w:rsidRDefault="00DC010B" w:rsidP="00DC010B">
            <w:r>
              <w:rPr>
                <w:rFonts w:ascii="Verdana" w:hAnsi="Verdana"/>
                <w:b w:val="0"/>
                <w:sz w:val="16"/>
                <w:szCs w:val="16"/>
              </w:rPr>
              <w:t>• Prezentuje informacje o Polsce w formie quizu</w:t>
            </w:r>
          </w:p>
        </w:tc>
        <w:tc>
          <w:tcPr>
            <w:tcW w:w="2333" w:type="dxa"/>
          </w:tcPr>
          <w:p w14:paraId="04532821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P</w:t>
            </w:r>
            <w:r w:rsidRPr="00B31F3C">
              <w:rPr>
                <w:rFonts w:ascii="Verdana" w:hAnsi="Verdana"/>
                <w:b w:val="0"/>
                <w:sz w:val="16"/>
                <w:szCs w:val="16"/>
              </w:rPr>
              <w:t>isze relację z nieudanego urlopu</w:t>
            </w:r>
          </w:p>
          <w:p w14:paraId="053735EF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tym, za czym można tęsknić, przebywając długo za granicą</w:t>
            </w:r>
          </w:p>
          <w:p w14:paraId="321CD14A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komentarz na temat życia za granicą</w:t>
            </w:r>
          </w:p>
          <w:p w14:paraId="1695D7F5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tekst informacyjny o wybranym kraju</w:t>
            </w:r>
          </w:p>
          <w:p w14:paraId="0D8A7DD7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Udziela odpowiedzi na pytania i porównuje rozwiązania w quizie</w:t>
            </w:r>
          </w:p>
          <w:p w14:paraId="47E77D50" w14:textId="150A5E8D" w:rsidR="00DC010B" w:rsidRDefault="00DC010B" w:rsidP="00DC010B">
            <w:r>
              <w:rPr>
                <w:rFonts w:ascii="Verdana" w:hAnsi="Verdana"/>
                <w:b w:val="0"/>
                <w:sz w:val="16"/>
                <w:szCs w:val="16"/>
              </w:rPr>
              <w:t>• Prezentuje informacje o Polsce w formie quizu</w:t>
            </w:r>
          </w:p>
        </w:tc>
      </w:tr>
      <w:tr w:rsidR="00DC010B" w14:paraId="686EB8D0" w14:textId="77777777" w:rsidTr="00742962">
        <w:tc>
          <w:tcPr>
            <w:tcW w:w="2332" w:type="dxa"/>
          </w:tcPr>
          <w:p w14:paraId="40AD41FB" w14:textId="77777777" w:rsidR="00DC010B" w:rsidRDefault="00DC010B" w:rsidP="00DC010B">
            <w:r>
              <w:lastRenderedPageBreak/>
              <w:t>INTERAKCJA</w:t>
            </w:r>
          </w:p>
        </w:tc>
        <w:tc>
          <w:tcPr>
            <w:tcW w:w="2332" w:type="dxa"/>
          </w:tcPr>
          <w:p w14:paraId="51C90B41" w14:textId="03C43320" w:rsidR="00DC010B" w:rsidRDefault="00DC010B" w:rsidP="00DC010B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6582DEE8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jak często lata i dokąd</w:t>
            </w:r>
          </w:p>
          <w:p w14:paraId="68AE640A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tym, co znajduje się w jego bagażu</w:t>
            </w:r>
          </w:p>
          <w:p w14:paraId="0540B3D8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Rozumie komunikaty i polecenia na lotnisku</w:t>
            </w:r>
          </w:p>
          <w:p w14:paraId="1E4021A3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niezadowolenie</w:t>
            </w:r>
          </w:p>
          <w:p w14:paraId="4A8F5281" w14:textId="1D573E96" w:rsidR="00DC010B" w:rsidRDefault="00DC010B" w:rsidP="00DC010B">
            <w:r>
              <w:rPr>
                <w:rFonts w:ascii="Verdana" w:hAnsi="Verdana"/>
                <w:b w:val="0"/>
                <w:sz w:val="16"/>
                <w:szCs w:val="16"/>
              </w:rPr>
              <w:t>• Informuje o swoich doświadczeniach z pobytu za granicą i pyta o to innych</w:t>
            </w:r>
          </w:p>
        </w:tc>
        <w:tc>
          <w:tcPr>
            <w:tcW w:w="2332" w:type="dxa"/>
          </w:tcPr>
          <w:p w14:paraId="66F51FD8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64D3A112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14:paraId="25D71631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14:paraId="4772A3E5" w14:textId="477B29CC" w:rsidR="00DC010B" w:rsidRDefault="00DC010B" w:rsidP="00DC010B">
            <w:r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0DA0C52C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lataniu samolotem</w:t>
            </w:r>
          </w:p>
          <w:p w14:paraId="6BB8D9FC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czego nie może zabraknąć w jego bagażu</w:t>
            </w:r>
          </w:p>
          <w:p w14:paraId="2D8F90CF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czynnościach podczas odprawy na lotnisku</w:t>
            </w:r>
          </w:p>
          <w:p w14:paraId="77B31D34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różne negatywne uczucia i emocje</w:t>
            </w:r>
          </w:p>
          <w:p w14:paraId="2D744316" w14:textId="77777777" w:rsidR="00DC010B" w:rsidRPr="003A141B" w:rsidRDefault="00DC010B" w:rsidP="00DC010B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2A17AC">
              <w:rPr>
                <w:rFonts w:ascii="Verdana" w:hAnsi="Verdana"/>
                <w:b w:val="0"/>
                <w:sz w:val="16"/>
                <w:szCs w:val="16"/>
              </w:rPr>
              <w:t>Porównuje różne aspekty pobytu i życia za granicą</w:t>
            </w:r>
          </w:p>
          <w:p w14:paraId="0EFBB04E" w14:textId="5AFF4256" w:rsidR="00DC010B" w:rsidRDefault="00DC010B" w:rsidP="00DC010B"/>
        </w:tc>
        <w:tc>
          <w:tcPr>
            <w:tcW w:w="2333" w:type="dxa"/>
          </w:tcPr>
          <w:p w14:paraId="16EA8BA3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lataniu samolotem</w:t>
            </w:r>
          </w:p>
          <w:p w14:paraId="3EFBB592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czego nie może zabraknąć w jego bagażu</w:t>
            </w:r>
          </w:p>
          <w:p w14:paraId="59717535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czynnościach podczas odprawy na lotnisku</w:t>
            </w:r>
          </w:p>
          <w:p w14:paraId="70AA63EB" w14:textId="77777777" w:rsidR="00DC010B" w:rsidRDefault="00DC010B" w:rsidP="00DC010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różne negatywne uczucia i emocje</w:t>
            </w:r>
          </w:p>
          <w:p w14:paraId="53C81D44" w14:textId="77777777" w:rsidR="00DC010B" w:rsidRPr="003A141B" w:rsidRDefault="00DC010B" w:rsidP="00DC010B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2A17AC">
              <w:rPr>
                <w:rFonts w:ascii="Verdana" w:hAnsi="Verdana"/>
                <w:b w:val="0"/>
                <w:sz w:val="16"/>
                <w:szCs w:val="16"/>
              </w:rPr>
              <w:t>Porównuje różne aspekty pobytu i życia za granicą</w:t>
            </w:r>
          </w:p>
          <w:p w14:paraId="01E5D024" w14:textId="16C4CC9E" w:rsidR="00DC010B" w:rsidRDefault="00DC010B" w:rsidP="00DC010B">
            <w:pPr>
              <w:pStyle w:val="Zawartotabeli"/>
            </w:pPr>
          </w:p>
        </w:tc>
      </w:tr>
    </w:tbl>
    <w:p w14:paraId="07AB0866" w14:textId="77777777" w:rsidR="009C6765" w:rsidRDefault="009C676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C6765" w14:paraId="4ABC19F1" w14:textId="77777777" w:rsidTr="00742962">
        <w:tc>
          <w:tcPr>
            <w:tcW w:w="13994" w:type="dxa"/>
            <w:gridSpan w:val="6"/>
          </w:tcPr>
          <w:p w14:paraId="0D066E24" w14:textId="0A9192B1" w:rsidR="009C6765" w:rsidRDefault="009C6765" w:rsidP="00742962">
            <w:r>
              <w:rPr>
                <w:rFonts w:ascii="Verdana" w:hAnsi="Verdana"/>
                <w:sz w:val="16"/>
                <w:szCs w:val="16"/>
              </w:rPr>
              <w:t>PERFEKT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F5236">
              <w:rPr>
                <w:rFonts w:ascii="Verdana" w:hAnsi="Verdana"/>
                <w:sz w:val="16"/>
                <w:szCs w:val="16"/>
              </w:rPr>
              <w:t>3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7: </w:t>
            </w:r>
            <w:proofErr w:type="spellStart"/>
            <w:r w:rsidR="00876EAD">
              <w:rPr>
                <w:rFonts w:ascii="Verdana" w:hAnsi="Verdana"/>
                <w:sz w:val="16"/>
                <w:szCs w:val="16"/>
              </w:rPr>
              <w:t>Bewegung</w:t>
            </w:r>
            <w:proofErr w:type="spellEnd"/>
          </w:p>
        </w:tc>
      </w:tr>
      <w:tr w:rsidR="009C6765" w14:paraId="531E2D00" w14:textId="77777777" w:rsidTr="00876EAD">
        <w:tc>
          <w:tcPr>
            <w:tcW w:w="2332" w:type="dxa"/>
            <w:shd w:val="clear" w:color="auto" w:fill="009999"/>
          </w:tcPr>
          <w:p w14:paraId="2D3C1B9A" w14:textId="77777777" w:rsidR="009C6765" w:rsidRDefault="009C6765" w:rsidP="00742962">
            <w:r>
              <w:t>OCENA</w:t>
            </w:r>
          </w:p>
        </w:tc>
        <w:tc>
          <w:tcPr>
            <w:tcW w:w="2332" w:type="dxa"/>
            <w:shd w:val="clear" w:color="auto" w:fill="009999"/>
          </w:tcPr>
          <w:p w14:paraId="75FBAFBE" w14:textId="77777777" w:rsidR="009C6765" w:rsidRPr="000F4505" w:rsidRDefault="009C676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53921331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9999"/>
          </w:tcPr>
          <w:p w14:paraId="25F732B7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9999"/>
          </w:tcPr>
          <w:p w14:paraId="1761703F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9999"/>
          </w:tcPr>
          <w:p w14:paraId="101BEB98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9999"/>
          </w:tcPr>
          <w:p w14:paraId="1A29DD5E" w14:textId="77777777" w:rsidR="009C6765" w:rsidRPr="000F4505" w:rsidRDefault="009C6765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9C6765" w14:paraId="6D0773E2" w14:textId="77777777" w:rsidTr="00742962">
        <w:tc>
          <w:tcPr>
            <w:tcW w:w="2332" w:type="dxa"/>
          </w:tcPr>
          <w:p w14:paraId="47B12846" w14:textId="77777777" w:rsidR="009C6765" w:rsidRDefault="009C6765" w:rsidP="00742962"/>
        </w:tc>
        <w:tc>
          <w:tcPr>
            <w:tcW w:w="2332" w:type="dxa"/>
            <w:vAlign w:val="center"/>
          </w:tcPr>
          <w:p w14:paraId="7262E602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571EE019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56880535" w14:textId="77777777" w:rsidR="009C6765" w:rsidRPr="00654F0F" w:rsidRDefault="009C6765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3B3CB233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228D103E" w14:textId="77777777" w:rsidR="009C6765" w:rsidRDefault="009C6765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18B4D977" w14:textId="77777777" w:rsidR="009C6765" w:rsidRDefault="009C6765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9C6765" w14:paraId="1D2C3E7E" w14:textId="77777777" w:rsidTr="00742962">
        <w:tc>
          <w:tcPr>
            <w:tcW w:w="2332" w:type="dxa"/>
          </w:tcPr>
          <w:p w14:paraId="51F59425" w14:textId="77777777" w:rsidR="009C6765" w:rsidRDefault="009C6765" w:rsidP="00742962">
            <w:r>
              <w:t>WIEDZA</w:t>
            </w:r>
          </w:p>
          <w:p w14:paraId="554130C6" w14:textId="77777777" w:rsidR="009C6765" w:rsidRPr="00654F0F" w:rsidRDefault="009C676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40F8F3E5" w14:textId="77777777" w:rsidR="009C6765" w:rsidRPr="00654F0F" w:rsidRDefault="009C6765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9B17B7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18DA9E4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15F71B62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3E22F4E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73D9FB9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7225549F" w14:textId="77777777" w:rsidR="009C6765" w:rsidRDefault="009C6765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9C6765" w14:paraId="45C8042B" w14:textId="77777777" w:rsidTr="00742962">
        <w:tc>
          <w:tcPr>
            <w:tcW w:w="2332" w:type="dxa"/>
          </w:tcPr>
          <w:p w14:paraId="45661C73" w14:textId="77777777" w:rsidR="009C6765" w:rsidRDefault="009C6765" w:rsidP="00742962"/>
        </w:tc>
        <w:tc>
          <w:tcPr>
            <w:tcW w:w="2332" w:type="dxa"/>
            <w:tcBorders>
              <w:bottom w:val="nil"/>
            </w:tcBorders>
          </w:tcPr>
          <w:p w14:paraId="795E35D9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2E44D060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20FAC72C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4FB7A3B9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5310C7A6" w14:textId="77777777" w:rsidR="009C6765" w:rsidRPr="00654F0F" w:rsidRDefault="009C6765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9C6765" w14:paraId="0650BDD8" w14:textId="77777777" w:rsidTr="00742962">
        <w:tc>
          <w:tcPr>
            <w:tcW w:w="2332" w:type="dxa"/>
          </w:tcPr>
          <w:p w14:paraId="2554CFCC" w14:textId="77777777" w:rsidR="009C6765" w:rsidRDefault="009C6765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43E1AFF7" w14:textId="77777777" w:rsidR="00876EAD" w:rsidRDefault="00876EAD" w:rsidP="00876EA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Dyscypliny sportowe</w:t>
            </w:r>
          </w:p>
          <w:p w14:paraId="4428646E" w14:textId="77777777" w:rsidR="00876EAD" w:rsidRDefault="00876EAD" w:rsidP="00876EA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Sprzęt sportowy</w:t>
            </w:r>
          </w:p>
          <w:p w14:paraId="5CA1B7A9" w14:textId="77777777" w:rsidR="00876EAD" w:rsidRDefault="00876EAD" w:rsidP="00876EA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Uprawianie sportu</w:t>
            </w:r>
          </w:p>
          <w:p w14:paraId="430FB738" w14:textId="77777777" w:rsidR="00876EAD" w:rsidRDefault="00876EAD" w:rsidP="00876EA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Wypożyczanie sprzętu</w:t>
            </w:r>
          </w:p>
          <w:p w14:paraId="4CF4BD9A" w14:textId="77777777" w:rsidR="00876EAD" w:rsidRDefault="00876EAD" w:rsidP="00876EA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Zdania pytające zależne</w:t>
            </w:r>
          </w:p>
          <w:p w14:paraId="0B98F737" w14:textId="641AAA1D" w:rsidR="009C6765" w:rsidRPr="00E10068" w:rsidRDefault="00876EAD" w:rsidP="00876EA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Forma opisowa trybu przypuszczającego </w:t>
            </w:r>
            <w:proofErr w:type="spellStart"/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würde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+ </w:t>
            </w:r>
            <w:proofErr w:type="spellStart"/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Infinitiv</w:t>
            </w:r>
            <w:proofErr w:type="spellEnd"/>
          </w:p>
        </w:tc>
      </w:tr>
      <w:tr w:rsidR="00E01F08" w14:paraId="2DE4BF0F" w14:textId="77777777" w:rsidTr="00742962">
        <w:tc>
          <w:tcPr>
            <w:tcW w:w="2332" w:type="dxa"/>
          </w:tcPr>
          <w:p w14:paraId="628FB82C" w14:textId="77777777" w:rsidR="00E01F08" w:rsidRDefault="00E01F08" w:rsidP="00E01F08">
            <w:r>
              <w:t>RECEPCJA</w:t>
            </w:r>
          </w:p>
        </w:tc>
        <w:tc>
          <w:tcPr>
            <w:tcW w:w="2332" w:type="dxa"/>
          </w:tcPr>
          <w:p w14:paraId="3E994C5F" w14:textId="03B6F487" w:rsidR="00E01F08" w:rsidRDefault="00E01F08" w:rsidP="00E01F0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A13B0EE" w14:textId="6470E73E" w:rsidR="00E01F08" w:rsidRDefault="00E01F08" w:rsidP="00E01F0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514CE3B1" w14:textId="77777777" w:rsidR="00E01F08" w:rsidRPr="00654F0F" w:rsidRDefault="00E01F08" w:rsidP="00E01F08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7DE42B9D" w14:textId="0DC7DC3D" w:rsidR="00E01F08" w:rsidRDefault="00E01F08" w:rsidP="00E01F0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56A1382" w14:textId="34222CB5" w:rsidR="00E01F08" w:rsidRDefault="00E01F08" w:rsidP="00E01F0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  <w:tc>
          <w:tcPr>
            <w:tcW w:w="2333" w:type="dxa"/>
          </w:tcPr>
          <w:p w14:paraId="417B2FC7" w14:textId="71A9D00F" w:rsidR="00E01F08" w:rsidRDefault="00E01F08" w:rsidP="00E01F08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E01F08" w14:paraId="6C8E7D2B" w14:textId="77777777" w:rsidTr="00742962">
        <w:tc>
          <w:tcPr>
            <w:tcW w:w="2332" w:type="dxa"/>
          </w:tcPr>
          <w:p w14:paraId="3B826D27" w14:textId="77777777" w:rsidR="00E01F08" w:rsidRDefault="00E01F08" w:rsidP="00E01F08">
            <w:r>
              <w:t>PRODUKCJA</w:t>
            </w:r>
          </w:p>
        </w:tc>
        <w:tc>
          <w:tcPr>
            <w:tcW w:w="2332" w:type="dxa"/>
          </w:tcPr>
          <w:p w14:paraId="15A24EAE" w14:textId="6143A42E" w:rsidR="00E01F08" w:rsidRDefault="00E01F08" w:rsidP="00E01F08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0A5B5545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swoim trybie życia</w:t>
            </w:r>
          </w:p>
          <w:p w14:paraId="6CE2DE34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dyscyplinach sportu, które uprawia lub chciałby uprawiać</w:t>
            </w:r>
          </w:p>
          <w:p w14:paraId="56735C30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Rozumie informacje zawarte w ulotce z wypożyczalni sprzętu sportowego</w:t>
            </w:r>
          </w:p>
          <w:p w14:paraId="22A47B7A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wypadku podczas uprawiania sportu</w:t>
            </w:r>
          </w:p>
          <w:p w14:paraId="1B21A93A" w14:textId="77777777" w:rsidR="00E01F08" w:rsidRPr="00654F0F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znanym sportowcu</w:t>
            </w:r>
          </w:p>
          <w:p w14:paraId="44A0C316" w14:textId="7AFE56F8" w:rsidR="00E01F08" w:rsidRDefault="00E01F08" w:rsidP="00E01F08"/>
        </w:tc>
        <w:tc>
          <w:tcPr>
            <w:tcW w:w="2332" w:type="dxa"/>
          </w:tcPr>
          <w:p w14:paraId="5CC99357" w14:textId="77777777" w:rsidR="00E01F08" w:rsidRPr="00654F0F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14:paraId="6228E689" w14:textId="3C265D54" w:rsidR="00E01F08" w:rsidRDefault="00E01F08" w:rsidP="00E01F08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73966D5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7570CE">
              <w:rPr>
                <w:rFonts w:ascii="Verdana" w:hAnsi="Verdana"/>
                <w:b w:val="0"/>
                <w:sz w:val="16"/>
                <w:szCs w:val="16"/>
              </w:rPr>
              <w:t>ówi o tym, co robi, aby żyć aktywnie i zdrowo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14:paraId="602AB2EC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07206A">
              <w:rPr>
                <w:rFonts w:ascii="Verdana" w:hAnsi="Verdana"/>
                <w:b w:val="0"/>
                <w:sz w:val="16"/>
                <w:szCs w:val="16"/>
              </w:rPr>
              <w:t>powiada o tym, jakie sporty uprawia i jakie chciałby jeszcze wypróbować</w:t>
            </w:r>
          </w:p>
          <w:p w14:paraId="611EF4C1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zasadach obowiązujących w wypożyczalni sprzętu sportowego</w:t>
            </w:r>
          </w:p>
          <w:p w14:paraId="7BA074F7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wpis na blogu na temat w</w:t>
            </w:r>
            <w:r w:rsidRPr="0096202D">
              <w:rPr>
                <w:rFonts w:ascii="Verdana" w:hAnsi="Verdana"/>
                <w:b w:val="0"/>
                <w:sz w:val="16"/>
                <w:szCs w:val="16"/>
              </w:rPr>
              <w:t>ypadku podczas jazdy na rowerze lub na nartach</w:t>
            </w:r>
          </w:p>
          <w:p w14:paraId="69B5D479" w14:textId="55B4144D" w:rsidR="00E01F08" w:rsidRDefault="00E01F08" w:rsidP="00E01F08">
            <w:r>
              <w:rPr>
                <w:rFonts w:ascii="Verdana" w:hAnsi="Verdana"/>
                <w:b w:val="0"/>
                <w:sz w:val="16"/>
                <w:szCs w:val="16"/>
              </w:rPr>
              <w:t>• Prezentuje sylwetki sportowców roku w Polsce</w:t>
            </w:r>
          </w:p>
        </w:tc>
        <w:tc>
          <w:tcPr>
            <w:tcW w:w="2333" w:type="dxa"/>
          </w:tcPr>
          <w:p w14:paraId="72CC1973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7570CE">
              <w:rPr>
                <w:rFonts w:ascii="Verdana" w:hAnsi="Verdana"/>
                <w:b w:val="0"/>
                <w:sz w:val="16"/>
                <w:szCs w:val="16"/>
              </w:rPr>
              <w:t>ówi o tym, co robi, aby żyć aktywnie i zdrowo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14:paraId="1AF94478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07206A">
              <w:rPr>
                <w:rFonts w:ascii="Verdana" w:hAnsi="Verdana"/>
                <w:b w:val="0"/>
                <w:sz w:val="16"/>
                <w:szCs w:val="16"/>
              </w:rPr>
              <w:t>powiada o tym, jakie sporty uprawia i jakie chciałby jeszcze wypróbować</w:t>
            </w:r>
          </w:p>
          <w:p w14:paraId="67C47473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zasadach obowiązujących w wypożyczalni sprzętu sportowego</w:t>
            </w:r>
          </w:p>
          <w:p w14:paraId="76B45D34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wpis na blogu na temat w</w:t>
            </w:r>
            <w:r w:rsidRPr="0096202D">
              <w:rPr>
                <w:rFonts w:ascii="Verdana" w:hAnsi="Verdana"/>
                <w:b w:val="0"/>
                <w:sz w:val="16"/>
                <w:szCs w:val="16"/>
              </w:rPr>
              <w:t>ypadku podczas jazdy na rowerze lub na nartach</w:t>
            </w:r>
          </w:p>
          <w:p w14:paraId="446EDFDA" w14:textId="006896A5" w:rsidR="00E01F08" w:rsidRDefault="00E01F08" w:rsidP="00E01F08">
            <w:r>
              <w:rPr>
                <w:rFonts w:ascii="Verdana" w:hAnsi="Verdana"/>
                <w:b w:val="0"/>
                <w:sz w:val="16"/>
                <w:szCs w:val="16"/>
              </w:rPr>
              <w:t>• Prezentuje sylwetki sportowców roku w Polsce</w:t>
            </w:r>
          </w:p>
        </w:tc>
      </w:tr>
      <w:tr w:rsidR="00E01F08" w14:paraId="52D26432" w14:textId="77777777" w:rsidTr="00742962">
        <w:tc>
          <w:tcPr>
            <w:tcW w:w="2332" w:type="dxa"/>
          </w:tcPr>
          <w:p w14:paraId="3164C5B2" w14:textId="77777777" w:rsidR="00E01F08" w:rsidRDefault="00E01F08" w:rsidP="00E01F08">
            <w:r>
              <w:t>INTERAKCJA</w:t>
            </w:r>
          </w:p>
        </w:tc>
        <w:tc>
          <w:tcPr>
            <w:tcW w:w="2332" w:type="dxa"/>
          </w:tcPr>
          <w:p w14:paraId="787BAF74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14:paraId="020106E0" w14:textId="6AAF6B16" w:rsidR="00E01F08" w:rsidRDefault="00E01F08" w:rsidP="00E01F08"/>
        </w:tc>
        <w:tc>
          <w:tcPr>
            <w:tcW w:w="2332" w:type="dxa"/>
          </w:tcPr>
          <w:p w14:paraId="6E0E1008" w14:textId="77777777" w:rsidR="00E01F08" w:rsidRPr="00654F0F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czy żyje zdrowo i aktywnie, i pyta o to innych</w:t>
            </w:r>
          </w:p>
          <w:p w14:paraId="2C89F759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Prosi o radę w sprawie zdrowego trybu życia</w:t>
            </w:r>
          </w:p>
          <w:p w14:paraId="43E2CF4C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234139">
              <w:rPr>
                <w:rFonts w:ascii="Verdana" w:hAnsi="Verdana"/>
                <w:b w:val="0"/>
                <w:sz w:val="16"/>
                <w:szCs w:val="16"/>
              </w:rPr>
              <w:t>nformuje, jakie dyscypliny sportowe lubi najbardziej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234139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14:paraId="6F3778C3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Potrafi wypożyczyć sprzęt sportowy</w:t>
            </w:r>
          </w:p>
          <w:p w14:paraId="36126AA3" w14:textId="3E20CF18" w:rsidR="00E01F08" w:rsidRDefault="00E01F08" w:rsidP="00E01F08">
            <w:r>
              <w:rPr>
                <w:rFonts w:ascii="Verdana" w:hAnsi="Verdana"/>
                <w:b w:val="0"/>
                <w:sz w:val="16"/>
                <w:szCs w:val="16"/>
              </w:rPr>
              <w:t xml:space="preserve">• Informuje, jaką imprezę sportową chciałby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zobaczyć, i pyta o to innych</w:t>
            </w:r>
          </w:p>
        </w:tc>
        <w:tc>
          <w:tcPr>
            <w:tcW w:w="2332" w:type="dxa"/>
          </w:tcPr>
          <w:p w14:paraId="52FEEC39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dostateczną, ale niższymi niż są oczekiwane na ocenę bardzo dobrą. </w:t>
            </w:r>
          </w:p>
          <w:p w14:paraId="18B92D70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14:paraId="1310D64A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podobnych do przerobionych </w:t>
            </w:r>
          </w:p>
          <w:p w14:paraId="2C30646A" w14:textId="07F99BFE" w:rsidR="00E01F08" w:rsidRDefault="00E01F08" w:rsidP="00E01F08">
            <w:r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2333" w:type="dxa"/>
          </w:tcPr>
          <w:p w14:paraId="3720E876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Udziela porad dotyczących aktywnego trybu życia</w:t>
            </w:r>
          </w:p>
          <w:p w14:paraId="0482DA87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ulubionych dyscyplin sportowych</w:t>
            </w:r>
          </w:p>
          <w:p w14:paraId="2B06107C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C3435E">
              <w:rPr>
                <w:rFonts w:ascii="Verdana" w:hAnsi="Verdana"/>
                <w:b w:val="0"/>
                <w:sz w:val="16"/>
                <w:szCs w:val="16"/>
              </w:rPr>
              <w:t>rowadzi rozmowy w wypożyczalni sprzętu sportowego</w:t>
            </w:r>
          </w:p>
          <w:p w14:paraId="37B49D60" w14:textId="22B33BAB" w:rsidR="00E01F08" w:rsidRDefault="00E01F08" w:rsidP="00E01F08">
            <w:r>
              <w:rPr>
                <w:rFonts w:ascii="Verdana" w:hAnsi="Verdana"/>
                <w:b w:val="0"/>
                <w:sz w:val="16"/>
                <w:szCs w:val="16"/>
              </w:rPr>
              <w:t>• Rozmawia na temat imprez sportowych, które chciałby zobaczyć, i uzasadnia wybór</w:t>
            </w:r>
          </w:p>
        </w:tc>
        <w:tc>
          <w:tcPr>
            <w:tcW w:w="2333" w:type="dxa"/>
          </w:tcPr>
          <w:p w14:paraId="75AB836A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porad dotyczących aktywnego trybu życia</w:t>
            </w:r>
          </w:p>
          <w:p w14:paraId="4FDD7FA1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ulubionych dyscyplin sportowych</w:t>
            </w:r>
          </w:p>
          <w:p w14:paraId="7F7622B8" w14:textId="77777777" w:rsidR="00E01F08" w:rsidRDefault="00E01F08" w:rsidP="00E01F08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C3435E">
              <w:rPr>
                <w:rFonts w:ascii="Verdana" w:hAnsi="Verdana"/>
                <w:b w:val="0"/>
                <w:sz w:val="16"/>
                <w:szCs w:val="16"/>
              </w:rPr>
              <w:t>rowadzi rozmowy w wypożyczalni sprzętu sportowego</w:t>
            </w:r>
          </w:p>
          <w:p w14:paraId="54D38CEE" w14:textId="721EE7E0" w:rsidR="00E01F08" w:rsidRDefault="00E01F08" w:rsidP="00E01F08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imprez sportowych, które chciałby zobaczyć, i uzasadnia wybór</w:t>
            </w:r>
          </w:p>
        </w:tc>
      </w:tr>
    </w:tbl>
    <w:p w14:paraId="55CC8744" w14:textId="77777777" w:rsidR="00E22996" w:rsidRDefault="00E2299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E22996" w:rsidRPr="002474CD" w14:paraId="344F2631" w14:textId="77777777" w:rsidTr="00742962">
        <w:tc>
          <w:tcPr>
            <w:tcW w:w="13994" w:type="dxa"/>
            <w:gridSpan w:val="6"/>
          </w:tcPr>
          <w:p w14:paraId="0B7F78EF" w14:textId="392EDEB7" w:rsidR="00E22996" w:rsidRPr="0086246D" w:rsidRDefault="00E22996" w:rsidP="00742962">
            <w:pPr>
              <w:rPr>
                <w:lang w:val="en-US"/>
              </w:rPr>
            </w:pPr>
            <w:r w:rsidRPr="0086246D">
              <w:rPr>
                <w:rFonts w:ascii="Verdana" w:hAnsi="Verdana"/>
                <w:sz w:val="16"/>
                <w:szCs w:val="16"/>
                <w:lang w:val="en-US"/>
              </w:rPr>
              <w:t xml:space="preserve">PERFEKT </w:t>
            </w:r>
            <w:r w:rsidR="00C40C16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Pr="0086246D">
              <w:rPr>
                <w:rFonts w:ascii="Verdana" w:hAnsi="Verdana"/>
                <w:sz w:val="16"/>
                <w:szCs w:val="16"/>
                <w:lang w:val="en-US"/>
              </w:rPr>
              <w:t xml:space="preserve">, ROZDZIAŁ 8: </w:t>
            </w:r>
            <w:r w:rsidR="00C40C16">
              <w:rPr>
                <w:rFonts w:ascii="Verdana" w:hAnsi="Verdana"/>
                <w:sz w:val="16"/>
                <w:szCs w:val="16"/>
                <w:lang w:val="de-DE"/>
              </w:rPr>
              <w:t>Eine DACHL-Tour</w:t>
            </w:r>
          </w:p>
        </w:tc>
      </w:tr>
      <w:tr w:rsidR="00E22996" w14:paraId="29E4E573" w14:textId="77777777" w:rsidTr="00E035FA">
        <w:tc>
          <w:tcPr>
            <w:tcW w:w="2332" w:type="dxa"/>
            <w:shd w:val="clear" w:color="auto" w:fill="009999"/>
          </w:tcPr>
          <w:p w14:paraId="5B78F692" w14:textId="77777777" w:rsidR="00E22996" w:rsidRDefault="00E22996" w:rsidP="00742962">
            <w:r>
              <w:t>OCENA</w:t>
            </w:r>
          </w:p>
        </w:tc>
        <w:tc>
          <w:tcPr>
            <w:tcW w:w="2332" w:type="dxa"/>
            <w:shd w:val="clear" w:color="auto" w:fill="009999"/>
          </w:tcPr>
          <w:p w14:paraId="4A9837E6" w14:textId="77777777" w:rsidR="00E22996" w:rsidRPr="000F4505" w:rsidRDefault="00E22996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0F4505">
              <w:rPr>
                <w:rFonts w:ascii="Verdana" w:hAnsi="Verdana"/>
                <w:sz w:val="16"/>
                <w:szCs w:val="16"/>
              </w:rPr>
              <w:t>DOPUSZCZAJĄCA</w:t>
            </w:r>
          </w:p>
          <w:p w14:paraId="4CA54BDE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332" w:type="dxa"/>
            <w:shd w:val="clear" w:color="auto" w:fill="009999"/>
          </w:tcPr>
          <w:p w14:paraId="7C5C7144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DOSTATECZNA</w:t>
            </w:r>
          </w:p>
        </w:tc>
        <w:tc>
          <w:tcPr>
            <w:tcW w:w="2332" w:type="dxa"/>
            <w:shd w:val="clear" w:color="auto" w:fill="009999"/>
          </w:tcPr>
          <w:p w14:paraId="017233F2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DOBRA</w:t>
            </w:r>
          </w:p>
        </w:tc>
        <w:tc>
          <w:tcPr>
            <w:tcW w:w="2333" w:type="dxa"/>
            <w:shd w:val="clear" w:color="auto" w:fill="009999"/>
          </w:tcPr>
          <w:p w14:paraId="153F704E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BARDZO DOBRA</w:t>
            </w:r>
          </w:p>
        </w:tc>
        <w:tc>
          <w:tcPr>
            <w:tcW w:w="2333" w:type="dxa"/>
            <w:shd w:val="clear" w:color="auto" w:fill="009999"/>
          </w:tcPr>
          <w:p w14:paraId="3DC42C51" w14:textId="77777777" w:rsidR="00E22996" w:rsidRPr="000F4505" w:rsidRDefault="00E22996" w:rsidP="00742962">
            <w:pPr>
              <w:jc w:val="center"/>
              <w:rPr>
                <w:rFonts w:ascii="Verdana" w:hAnsi="Verdana"/>
              </w:rPr>
            </w:pPr>
            <w:r w:rsidRPr="000F4505">
              <w:rPr>
                <w:rFonts w:ascii="Verdana" w:hAnsi="Verdana"/>
              </w:rPr>
              <w:t>CELUJĄCA</w:t>
            </w:r>
          </w:p>
        </w:tc>
      </w:tr>
      <w:tr w:rsidR="00E22996" w14:paraId="178D5147" w14:textId="77777777" w:rsidTr="00742962">
        <w:tc>
          <w:tcPr>
            <w:tcW w:w="2332" w:type="dxa"/>
          </w:tcPr>
          <w:p w14:paraId="4D43299E" w14:textId="77777777" w:rsidR="00E22996" w:rsidRDefault="00E22996" w:rsidP="00742962"/>
        </w:tc>
        <w:tc>
          <w:tcPr>
            <w:tcW w:w="2332" w:type="dxa"/>
            <w:vAlign w:val="center"/>
          </w:tcPr>
          <w:p w14:paraId="24A07F1F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332" w:type="dxa"/>
            <w:vAlign w:val="center"/>
          </w:tcPr>
          <w:p w14:paraId="3C39913E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332" w:type="dxa"/>
            <w:vAlign w:val="center"/>
          </w:tcPr>
          <w:p w14:paraId="0785CE38" w14:textId="77777777" w:rsidR="00E22996" w:rsidRPr="00654F0F" w:rsidRDefault="00E22996" w:rsidP="00742962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3344F3E4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333" w:type="dxa"/>
            <w:vAlign w:val="center"/>
          </w:tcPr>
          <w:p w14:paraId="774D387C" w14:textId="77777777" w:rsidR="00E22996" w:rsidRDefault="00E22996" w:rsidP="00742962">
            <w:pPr>
              <w:jc w:val="center"/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  <w:tc>
          <w:tcPr>
            <w:tcW w:w="2333" w:type="dxa"/>
            <w:vAlign w:val="center"/>
          </w:tcPr>
          <w:p w14:paraId="687CD1E6" w14:textId="77777777" w:rsidR="00E22996" w:rsidRDefault="00E22996" w:rsidP="00742962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BARDZO WYSOKI</w:t>
            </w:r>
            <w:r w:rsidRPr="00654F0F">
              <w:rPr>
                <w:rFonts w:ascii="Verdana" w:hAnsi="Verdana"/>
                <w:sz w:val="16"/>
                <w:szCs w:val="16"/>
              </w:rPr>
              <w:t xml:space="preserve"> STOPIEŃ SPEŁNIENIA WYMAGAŃ EDUKACYJNYCH</w:t>
            </w:r>
          </w:p>
        </w:tc>
      </w:tr>
      <w:tr w:rsidR="00E22996" w14:paraId="6D4F5ECF" w14:textId="77777777" w:rsidTr="00742962">
        <w:tc>
          <w:tcPr>
            <w:tcW w:w="2332" w:type="dxa"/>
          </w:tcPr>
          <w:p w14:paraId="2373D9C6" w14:textId="77777777" w:rsidR="00E22996" w:rsidRDefault="00E22996" w:rsidP="00742962">
            <w:r>
              <w:t>WIEDZA</w:t>
            </w:r>
          </w:p>
          <w:p w14:paraId="2E7657A0" w14:textId="77777777" w:rsidR="00E22996" w:rsidRPr="00654F0F" w:rsidRDefault="00E22996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14:paraId="0D0C4EAC" w14:textId="77777777" w:rsidR="00E22996" w:rsidRPr="00654F0F" w:rsidRDefault="00E22996" w:rsidP="00742962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14:paraId="2C32E325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2332" w:type="dxa"/>
          </w:tcPr>
          <w:p w14:paraId="3740C0EF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4A365708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21B5AF51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52136EFF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prawie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4E960BCC" w14:textId="77777777" w:rsidR="00E22996" w:rsidRDefault="00E22996" w:rsidP="00742962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E22996" w14:paraId="264FECB0" w14:textId="77777777" w:rsidTr="00742962">
        <w:tc>
          <w:tcPr>
            <w:tcW w:w="2332" w:type="dxa"/>
          </w:tcPr>
          <w:p w14:paraId="18F512E7" w14:textId="77777777" w:rsidR="00E22996" w:rsidRDefault="00E22996" w:rsidP="00742962"/>
        </w:tc>
        <w:tc>
          <w:tcPr>
            <w:tcW w:w="2332" w:type="dxa"/>
            <w:tcBorders>
              <w:bottom w:val="nil"/>
            </w:tcBorders>
          </w:tcPr>
          <w:p w14:paraId="0CE2EA62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2332" w:type="dxa"/>
            <w:tcBorders>
              <w:bottom w:val="nil"/>
            </w:tcBorders>
          </w:tcPr>
          <w:p w14:paraId="7846697F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2332" w:type="dxa"/>
            <w:tcBorders>
              <w:bottom w:val="nil"/>
            </w:tcBorders>
          </w:tcPr>
          <w:p w14:paraId="404A1A4F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2333" w:type="dxa"/>
            <w:tcBorders>
              <w:bottom w:val="nil"/>
            </w:tcBorders>
          </w:tcPr>
          <w:p w14:paraId="75E01533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  <w:tc>
          <w:tcPr>
            <w:tcW w:w="2333" w:type="dxa"/>
            <w:tcBorders>
              <w:bottom w:val="nil"/>
            </w:tcBorders>
          </w:tcPr>
          <w:p w14:paraId="309A30D3" w14:textId="77777777" w:rsidR="00E22996" w:rsidRPr="00654F0F" w:rsidRDefault="00E22996" w:rsidP="00742962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w:rsidR="00E22996" w14:paraId="172C64E6" w14:textId="77777777" w:rsidTr="00742962">
        <w:tc>
          <w:tcPr>
            <w:tcW w:w="2332" w:type="dxa"/>
          </w:tcPr>
          <w:p w14:paraId="6337F434" w14:textId="77777777" w:rsidR="00E22996" w:rsidRDefault="00E22996" w:rsidP="00742962"/>
        </w:tc>
        <w:tc>
          <w:tcPr>
            <w:tcW w:w="11662" w:type="dxa"/>
            <w:gridSpan w:val="5"/>
            <w:tcBorders>
              <w:top w:val="nil"/>
            </w:tcBorders>
          </w:tcPr>
          <w:p w14:paraId="0EF19986" w14:textId="77777777" w:rsidR="007022BD" w:rsidRDefault="007022BD" w:rsidP="007022B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Sposoby podróżowania</w:t>
            </w:r>
          </w:p>
          <w:p w14:paraId="659B719C" w14:textId="77777777" w:rsidR="007022BD" w:rsidRDefault="007022BD" w:rsidP="007022B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Imprezy masowe</w:t>
            </w:r>
          </w:p>
          <w:p w14:paraId="176255E6" w14:textId="77777777" w:rsidR="007022BD" w:rsidRDefault="007022BD" w:rsidP="007022B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Potrawy: narodowe specjały</w:t>
            </w:r>
          </w:p>
          <w:p w14:paraId="3286256F" w14:textId="77777777" w:rsidR="007022BD" w:rsidRDefault="007022BD" w:rsidP="007022B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Słownictwo służące do opisu kraju i jego mieszkańców</w:t>
            </w:r>
          </w:p>
          <w:p w14:paraId="5F56D4BC" w14:textId="77777777" w:rsidR="007022BD" w:rsidRDefault="007022BD" w:rsidP="007022B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Tryb przypuszczający czasowników </w:t>
            </w:r>
            <w:proofErr w:type="spellStart"/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haben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, </w:t>
            </w:r>
            <w:proofErr w:type="spellStart"/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sein</w:t>
            </w:r>
            <w:proofErr w:type="spellEnd"/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czasowników modalnych</w:t>
            </w:r>
          </w:p>
          <w:p w14:paraId="5C969058" w14:textId="212C2018" w:rsidR="00E22996" w:rsidRPr="007D208E" w:rsidRDefault="007022BD" w:rsidP="007022BD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przyczyny z </w:t>
            </w:r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da</w:t>
            </w:r>
          </w:p>
        </w:tc>
      </w:tr>
      <w:tr w:rsidR="009C7C8A" w14:paraId="4C61C1B0" w14:textId="77777777" w:rsidTr="00742962">
        <w:tc>
          <w:tcPr>
            <w:tcW w:w="2332" w:type="dxa"/>
          </w:tcPr>
          <w:p w14:paraId="1D2798BC" w14:textId="77777777" w:rsidR="009C7C8A" w:rsidRDefault="009C7C8A" w:rsidP="009C7C8A">
            <w:r>
              <w:t>RECEPCJA</w:t>
            </w:r>
          </w:p>
        </w:tc>
        <w:tc>
          <w:tcPr>
            <w:tcW w:w="2332" w:type="dxa"/>
          </w:tcPr>
          <w:p w14:paraId="131B1B39" w14:textId="54F2D7FB" w:rsidR="009C7C8A" w:rsidRDefault="009C7C8A" w:rsidP="009C7C8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2332" w:type="dxa"/>
          </w:tcPr>
          <w:p w14:paraId="11F012A8" w14:textId="5F9DB466" w:rsidR="009C7C8A" w:rsidRDefault="009C7C8A" w:rsidP="009C7C8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2332" w:type="dxa"/>
          </w:tcPr>
          <w:p w14:paraId="72DB71CE" w14:textId="77777777" w:rsidR="009C7C8A" w:rsidRPr="00654F0F" w:rsidRDefault="009C7C8A" w:rsidP="009C7C8A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komunikatów słownych na bazie poznanego słownictwa.</w:t>
            </w:r>
          </w:p>
          <w:p w14:paraId="582FCBCB" w14:textId="67A9E644" w:rsidR="009C7C8A" w:rsidRDefault="009C7C8A" w:rsidP="009C7C8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2333" w:type="dxa"/>
          </w:tcPr>
          <w:p w14:paraId="3CAA1452" w14:textId="4FD028E3" w:rsidR="009C7C8A" w:rsidRDefault="009C7C8A" w:rsidP="009C7C8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  <w:tc>
          <w:tcPr>
            <w:tcW w:w="2333" w:type="dxa"/>
          </w:tcPr>
          <w:p w14:paraId="63DA6501" w14:textId="09805D8A" w:rsidR="009C7C8A" w:rsidRDefault="009C7C8A" w:rsidP="009C7C8A"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Bezbłędnie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9C7C8A" w14:paraId="08739A92" w14:textId="77777777" w:rsidTr="00742962">
        <w:tc>
          <w:tcPr>
            <w:tcW w:w="2332" w:type="dxa"/>
          </w:tcPr>
          <w:p w14:paraId="5D504D1C" w14:textId="77777777" w:rsidR="009C7C8A" w:rsidRDefault="009C7C8A" w:rsidP="009C7C8A">
            <w:r>
              <w:t>PRODUKCJA</w:t>
            </w:r>
          </w:p>
        </w:tc>
        <w:tc>
          <w:tcPr>
            <w:tcW w:w="2332" w:type="dxa"/>
          </w:tcPr>
          <w:p w14:paraId="6CAB12A5" w14:textId="1E83A199" w:rsidR="009C7C8A" w:rsidRDefault="009C7C8A" w:rsidP="009C7C8A"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2332" w:type="dxa"/>
          </w:tcPr>
          <w:p w14:paraId="06924F4B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Mówi o zaletach i wadach podróżowania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wybranym środkiem lokomocji</w:t>
            </w:r>
          </w:p>
          <w:p w14:paraId="35F89FFA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co sądzi o wybranych imprezach masowych</w:t>
            </w:r>
          </w:p>
          <w:p w14:paraId="1E1E0859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czynnościach podczas przygotowywania wybranej potrawy</w:t>
            </w:r>
          </w:p>
          <w:p w14:paraId="0132FF99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Liechtensteinie na podstawie tekstu</w:t>
            </w:r>
          </w:p>
          <w:p w14:paraId="1C844C14" w14:textId="77777777" w:rsidR="009C7C8A" w:rsidRPr="00C35CBA" w:rsidRDefault="009C7C8A" w:rsidP="009C7C8A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C35CBA">
              <w:rPr>
                <w:rFonts w:ascii="Verdana" w:hAnsi="Verdana"/>
                <w:b w:val="0"/>
                <w:sz w:val="16"/>
                <w:szCs w:val="16"/>
              </w:rPr>
              <w:t>Udziela odpowiedzi na kilka pytań w quizie</w:t>
            </w:r>
          </w:p>
          <w:p w14:paraId="2161C7A6" w14:textId="1A675749" w:rsidR="009C7C8A" w:rsidRDefault="009C7C8A" w:rsidP="009C7C8A">
            <w:r>
              <w:rPr>
                <w:rFonts w:ascii="Verdana" w:hAnsi="Verdana"/>
                <w:b w:val="0"/>
                <w:sz w:val="16"/>
                <w:szCs w:val="16"/>
              </w:rPr>
              <w:t>• Informuje o jakimś ciekawym miejscu w krajach niemieckojęzycznych</w:t>
            </w:r>
          </w:p>
        </w:tc>
        <w:tc>
          <w:tcPr>
            <w:tcW w:w="2332" w:type="dxa"/>
          </w:tcPr>
          <w:p w14:paraId="68EA09BC" w14:textId="77777777" w:rsidR="009C7C8A" w:rsidRPr="00654F0F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wymaganych na ocenę dostateczną, ale niższymi niż są oczekiwane na ocenę bardzo dobrą.</w:t>
            </w:r>
          </w:p>
          <w:p w14:paraId="6AC94B06" w14:textId="75846AA4" w:rsidR="009C7C8A" w:rsidRDefault="009C7C8A" w:rsidP="009C7C8A"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3" w:type="dxa"/>
          </w:tcPr>
          <w:p w14:paraId="26F0E172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M</w:t>
            </w:r>
            <w:r w:rsidRPr="003271A4">
              <w:rPr>
                <w:rFonts w:ascii="Verdana" w:hAnsi="Verdana"/>
                <w:b w:val="0"/>
                <w:sz w:val="16"/>
                <w:szCs w:val="16"/>
              </w:rPr>
              <w:t xml:space="preserve">ówi o zaletach i wadach podróżowania </w:t>
            </w:r>
            <w:r w:rsidRPr="003271A4">
              <w:rPr>
                <w:rFonts w:ascii="Verdana" w:hAnsi="Verdana"/>
                <w:b w:val="0"/>
                <w:sz w:val="16"/>
                <w:szCs w:val="16"/>
              </w:rPr>
              <w:lastRenderedPageBreak/>
              <w:t>różnymi środkami lokomocji</w:t>
            </w:r>
          </w:p>
          <w:p w14:paraId="020593AE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4326F2">
              <w:rPr>
                <w:rFonts w:ascii="Verdana" w:hAnsi="Verdana"/>
                <w:b w:val="0"/>
                <w:sz w:val="16"/>
                <w:szCs w:val="16"/>
              </w:rPr>
              <w:t>ówi o swoim stosunku do imprez masowych</w:t>
            </w:r>
          </w:p>
          <w:p w14:paraId="2AFF35B5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4326F2">
              <w:rPr>
                <w:rFonts w:ascii="Verdana" w:hAnsi="Verdana"/>
                <w:b w:val="0"/>
                <w:sz w:val="16"/>
                <w:szCs w:val="16"/>
              </w:rPr>
              <w:t>isze przepis na potrawę, którą umie przygotować</w:t>
            </w:r>
          </w:p>
          <w:p w14:paraId="1BBC1CC7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307969">
              <w:rPr>
                <w:rFonts w:ascii="Verdana" w:hAnsi="Verdana"/>
                <w:b w:val="0"/>
                <w:sz w:val="16"/>
                <w:szCs w:val="16"/>
              </w:rPr>
              <w:t>powiada, jakie informacje o Liechtensteinie uważa za interesujące i dlaczego chciałby zwiedzić ten kraj</w:t>
            </w:r>
          </w:p>
          <w:p w14:paraId="1AA8B55E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odpowiedzi na pytania w quizie i porównuje wyniki</w:t>
            </w:r>
          </w:p>
          <w:p w14:paraId="27D2B084" w14:textId="55429E08" w:rsidR="009C7C8A" w:rsidRDefault="009C7C8A" w:rsidP="009C7C8A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76893">
              <w:rPr>
                <w:rFonts w:ascii="Verdana" w:hAnsi="Verdana"/>
                <w:b w:val="0"/>
                <w:sz w:val="16"/>
                <w:szCs w:val="16"/>
              </w:rPr>
              <w:t>rezentuje ciekawe miejsca w krajach niemieckojęzycznych i w Polsce</w:t>
            </w:r>
          </w:p>
        </w:tc>
        <w:tc>
          <w:tcPr>
            <w:tcW w:w="2333" w:type="dxa"/>
          </w:tcPr>
          <w:p w14:paraId="649D804C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M</w:t>
            </w:r>
            <w:r w:rsidRPr="003271A4">
              <w:rPr>
                <w:rFonts w:ascii="Verdana" w:hAnsi="Verdana"/>
                <w:b w:val="0"/>
                <w:sz w:val="16"/>
                <w:szCs w:val="16"/>
              </w:rPr>
              <w:t xml:space="preserve">ówi o zaletach i wadach podróżowania </w:t>
            </w:r>
            <w:r w:rsidRPr="003271A4">
              <w:rPr>
                <w:rFonts w:ascii="Verdana" w:hAnsi="Verdana"/>
                <w:b w:val="0"/>
                <w:sz w:val="16"/>
                <w:szCs w:val="16"/>
              </w:rPr>
              <w:lastRenderedPageBreak/>
              <w:t>różnymi środkami lokomocji</w:t>
            </w:r>
          </w:p>
          <w:p w14:paraId="094FC88B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4326F2">
              <w:rPr>
                <w:rFonts w:ascii="Verdana" w:hAnsi="Verdana"/>
                <w:b w:val="0"/>
                <w:sz w:val="16"/>
                <w:szCs w:val="16"/>
              </w:rPr>
              <w:t>ówi o swoim stosunku do imprez masowych</w:t>
            </w:r>
          </w:p>
          <w:p w14:paraId="54CD234F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4326F2">
              <w:rPr>
                <w:rFonts w:ascii="Verdana" w:hAnsi="Verdana"/>
                <w:b w:val="0"/>
                <w:sz w:val="16"/>
                <w:szCs w:val="16"/>
              </w:rPr>
              <w:t>isze przepis na potrawę, którą umie przygotować</w:t>
            </w:r>
          </w:p>
          <w:p w14:paraId="5CD06AFC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307969">
              <w:rPr>
                <w:rFonts w:ascii="Verdana" w:hAnsi="Verdana"/>
                <w:b w:val="0"/>
                <w:sz w:val="16"/>
                <w:szCs w:val="16"/>
              </w:rPr>
              <w:t>powiada, jakie informacje o Liechtensteinie uważa za interesujące i dlaczego chciałby zwiedzić ten kraj</w:t>
            </w:r>
          </w:p>
          <w:p w14:paraId="42A524DB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odpowiedzi na pytania w quizie i porównuje wyniki</w:t>
            </w:r>
          </w:p>
          <w:p w14:paraId="68044FBB" w14:textId="5483C132" w:rsidR="009C7C8A" w:rsidRDefault="009C7C8A" w:rsidP="009C7C8A"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76893">
              <w:rPr>
                <w:rFonts w:ascii="Verdana" w:hAnsi="Verdana"/>
                <w:b w:val="0"/>
                <w:sz w:val="16"/>
                <w:szCs w:val="16"/>
              </w:rPr>
              <w:t>rezentuje ciekawe miejsca w krajach niemieckojęzycznych i w Polsce</w:t>
            </w:r>
          </w:p>
        </w:tc>
      </w:tr>
      <w:tr w:rsidR="009C7C8A" w14:paraId="5C0A350B" w14:textId="77777777" w:rsidTr="00742962">
        <w:tc>
          <w:tcPr>
            <w:tcW w:w="2332" w:type="dxa"/>
          </w:tcPr>
          <w:p w14:paraId="55FD7A27" w14:textId="77777777" w:rsidR="009C7C8A" w:rsidRDefault="009C7C8A" w:rsidP="009C7C8A">
            <w:r>
              <w:lastRenderedPageBreak/>
              <w:t>INTERAKCJA</w:t>
            </w:r>
          </w:p>
        </w:tc>
        <w:tc>
          <w:tcPr>
            <w:tcW w:w="2332" w:type="dxa"/>
          </w:tcPr>
          <w:p w14:paraId="7843FCF6" w14:textId="0608A62F" w:rsidR="009C7C8A" w:rsidRDefault="009C7C8A" w:rsidP="009C7C8A"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332" w:type="dxa"/>
          </w:tcPr>
          <w:p w14:paraId="5A27BFE4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czym podróżuje najchętniej, i pyta o to innych</w:t>
            </w:r>
          </w:p>
          <w:p w14:paraId="41F97BE6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Proponuje podróż wybranym środkiem lokomocji i uzasadnia wybór</w:t>
            </w:r>
          </w:p>
          <w:p w14:paraId="1B12F9E1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9261A3">
              <w:rPr>
                <w:rFonts w:ascii="Verdana" w:hAnsi="Verdana"/>
                <w:b w:val="0"/>
                <w:sz w:val="16"/>
                <w:szCs w:val="16"/>
              </w:rPr>
              <w:t>nformuje, jaką szwajcarską specjalność chciałby spróbować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9261A3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14:paraId="4208DF9D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Poleca lub odradza odwiedzenie danego miejsca</w:t>
            </w:r>
          </w:p>
          <w:p w14:paraId="4D1491A7" w14:textId="697770AF" w:rsidR="009C7C8A" w:rsidRDefault="009C7C8A" w:rsidP="009C7C8A">
            <w:r>
              <w:rPr>
                <w:rFonts w:ascii="Verdana" w:hAnsi="Verdana"/>
                <w:b w:val="0"/>
                <w:sz w:val="16"/>
                <w:szCs w:val="16"/>
              </w:rPr>
              <w:t>• Informuje, jakie zna ciekawe miejsca w krajach niemieckojęzycznych, i pyta o to innych</w:t>
            </w:r>
          </w:p>
        </w:tc>
        <w:tc>
          <w:tcPr>
            <w:tcW w:w="2332" w:type="dxa"/>
          </w:tcPr>
          <w:p w14:paraId="5677130D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14:paraId="3122C1A6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 niezakłócające komunikacji)</w:t>
            </w:r>
          </w:p>
          <w:p w14:paraId="3666E37E" w14:textId="1D6BD4AC" w:rsidR="009C7C8A" w:rsidRDefault="009C7C8A" w:rsidP="009C7C8A">
            <w:r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</w:tc>
        <w:tc>
          <w:tcPr>
            <w:tcW w:w="2333" w:type="dxa"/>
          </w:tcPr>
          <w:p w14:paraId="13DE2389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5742FC">
              <w:rPr>
                <w:rFonts w:ascii="Verdana" w:hAnsi="Verdana"/>
                <w:b w:val="0"/>
                <w:sz w:val="16"/>
                <w:szCs w:val="16"/>
              </w:rPr>
              <w:t>ozmawia na temat środków lokomocji, ich zalet i wad</w:t>
            </w:r>
          </w:p>
          <w:p w14:paraId="4C0600A2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5742FC">
              <w:rPr>
                <w:rFonts w:ascii="Verdana" w:hAnsi="Verdana"/>
                <w:b w:val="0"/>
                <w:sz w:val="16"/>
                <w:szCs w:val="16"/>
              </w:rPr>
              <w:t>roponuje alternatywne rozwiązania w różnych sytuacjach</w:t>
            </w:r>
          </w:p>
          <w:p w14:paraId="1D5313BB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typowych szwajcarskich potrawach</w:t>
            </w:r>
          </w:p>
          <w:p w14:paraId="1728AE59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776656">
              <w:rPr>
                <w:rFonts w:ascii="Verdana" w:hAnsi="Verdana"/>
                <w:b w:val="0"/>
                <w:sz w:val="16"/>
                <w:szCs w:val="16"/>
              </w:rPr>
              <w:t>Poleca lub odradza odwiedzenie danego miejsca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 uzasadnia</w:t>
            </w:r>
          </w:p>
          <w:p w14:paraId="6D5B4ABF" w14:textId="0EB555C4" w:rsidR="009C7C8A" w:rsidRDefault="009C7C8A" w:rsidP="009C7C8A">
            <w:r>
              <w:rPr>
                <w:rFonts w:ascii="Verdana" w:hAnsi="Verdana"/>
                <w:b w:val="0"/>
                <w:sz w:val="16"/>
                <w:szCs w:val="16"/>
              </w:rPr>
              <w:t xml:space="preserve">• Rozmawia na temat ciekawych miejsc w krajach niemieckojęzycznych </w:t>
            </w:r>
          </w:p>
        </w:tc>
        <w:tc>
          <w:tcPr>
            <w:tcW w:w="2333" w:type="dxa"/>
          </w:tcPr>
          <w:p w14:paraId="2432340A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5742FC">
              <w:rPr>
                <w:rFonts w:ascii="Verdana" w:hAnsi="Verdana"/>
                <w:b w:val="0"/>
                <w:sz w:val="16"/>
                <w:szCs w:val="16"/>
              </w:rPr>
              <w:t>ozmawia na temat środków lokomocji, ich zalet i wad</w:t>
            </w:r>
          </w:p>
          <w:p w14:paraId="3503214D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5742FC">
              <w:rPr>
                <w:rFonts w:ascii="Verdana" w:hAnsi="Verdana"/>
                <w:b w:val="0"/>
                <w:sz w:val="16"/>
                <w:szCs w:val="16"/>
              </w:rPr>
              <w:t>roponuje alternatywne rozwiązania w różnych sytuacjach</w:t>
            </w:r>
          </w:p>
          <w:p w14:paraId="54214D41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typowych szwajcarskich potrawach</w:t>
            </w:r>
          </w:p>
          <w:p w14:paraId="1C9D9EFE" w14:textId="77777777" w:rsidR="009C7C8A" w:rsidRDefault="009C7C8A" w:rsidP="009C7C8A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776656">
              <w:rPr>
                <w:rFonts w:ascii="Verdana" w:hAnsi="Verdana"/>
                <w:b w:val="0"/>
                <w:sz w:val="16"/>
                <w:szCs w:val="16"/>
              </w:rPr>
              <w:t>Poleca lub odradza odwiedzenie danego miejsca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 uzasadnia</w:t>
            </w:r>
          </w:p>
          <w:p w14:paraId="6EB976A9" w14:textId="65E92AB9" w:rsidR="009C7C8A" w:rsidRDefault="009C7C8A" w:rsidP="009C7C8A">
            <w:pPr>
              <w:pStyle w:val="Zawartotabeli"/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ciekawych miejsc w krajach niemieckojęzycznych</w:t>
            </w:r>
          </w:p>
        </w:tc>
      </w:tr>
    </w:tbl>
    <w:p w14:paraId="73BBECFC" w14:textId="77777777" w:rsidR="00E22996" w:rsidRDefault="00E22996"/>
    <w:sectPr w:rsidR="00E22996" w:rsidSect="000218E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F0AE4" w14:textId="77777777" w:rsidR="005B55FB" w:rsidRDefault="005B55FB" w:rsidP="008B4A7C">
      <w:r>
        <w:separator/>
      </w:r>
    </w:p>
  </w:endnote>
  <w:endnote w:type="continuationSeparator" w:id="0">
    <w:p w14:paraId="281235DA" w14:textId="77777777" w:rsidR="005B55FB" w:rsidRDefault="005B55FB" w:rsidP="008B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0743826"/>
      <w:docPartObj>
        <w:docPartGallery w:val="Page Numbers (Bottom of Page)"/>
        <w:docPartUnique/>
      </w:docPartObj>
    </w:sdtPr>
    <w:sdtEndPr/>
    <w:sdtContent>
      <w:p w14:paraId="068E12C6" w14:textId="356DFC3C" w:rsidR="008B4A7C" w:rsidRDefault="008B4A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6B08C" w14:textId="77777777" w:rsidR="008B4A7C" w:rsidRDefault="008B4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683EE" w14:textId="77777777" w:rsidR="005B55FB" w:rsidRDefault="005B55FB" w:rsidP="008B4A7C">
      <w:r>
        <w:separator/>
      </w:r>
    </w:p>
  </w:footnote>
  <w:footnote w:type="continuationSeparator" w:id="0">
    <w:p w14:paraId="1AB2EB6C" w14:textId="77777777" w:rsidR="005B55FB" w:rsidRDefault="005B55FB" w:rsidP="008B4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E2C80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0E4FA4"/>
    <w:multiLevelType w:val="hybridMultilevel"/>
    <w:tmpl w:val="F68E51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44C06"/>
    <w:multiLevelType w:val="hybridMultilevel"/>
    <w:tmpl w:val="6896BD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172E1"/>
    <w:multiLevelType w:val="hybridMultilevel"/>
    <w:tmpl w:val="48E289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4C8"/>
    <w:multiLevelType w:val="hybridMultilevel"/>
    <w:tmpl w:val="ABA68D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D4B5E"/>
    <w:multiLevelType w:val="hybridMultilevel"/>
    <w:tmpl w:val="1570DC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B174F"/>
    <w:multiLevelType w:val="hybridMultilevel"/>
    <w:tmpl w:val="0E10DD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8653448">
    <w:abstractNumId w:val="0"/>
  </w:num>
  <w:num w:numId="2" w16cid:durableId="502624113">
    <w:abstractNumId w:val="1"/>
  </w:num>
  <w:num w:numId="3" w16cid:durableId="357588751">
    <w:abstractNumId w:val="5"/>
  </w:num>
  <w:num w:numId="4" w16cid:durableId="2104911601">
    <w:abstractNumId w:val="6"/>
  </w:num>
  <w:num w:numId="5" w16cid:durableId="2023319036">
    <w:abstractNumId w:val="2"/>
  </w:num>
  <w:num w:numId="6" w16cid:durableId="1052340026">
    <w:abstractNumId w:val="4"/>
  </w:num>
  <w:num w:numId="7" w16cid:durableId="165591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EB"/>
    <w:rsid w:val="0000121E"/>
    <w:rsid w:val="000218EB"/>
    <w:rsid w:val="00025001"/>
    <w:rsid w:val="00037A8D"/>
    <w:rsid w:val="000F4505"/>
    <w:rsid w:val="00114EDF"/>
    <w:rsid w:val="00127B11"/>
    <w:rsid w:val="00137DEE"/>
    <w:rsid w:val="001563F3"/>
    <w:rsid w:val="001907CC"/>
    <w:rsid w:val="001A6E1A"/>
    <w:rsid w:val="002474CD"/>
    <w:rsid w:val="00274CCD"/>
    <w:rsid w:val="0027772E"/>
    <w:rsid w:val="002812A6"/>
    <w:rsid w:val="002873F2"/>
    <w:rsid w:val="00292274"/>
    <w:rsid w:val="002D7CD1"/>
    <w:rsid w:val="002E394A"/>
    <w:rsid w:val="002F5236"/>
    <w:rsid w:val="0031787F"/>
    <w:rsid w:val="003217A4"/>
    <w:rsid w:val="00325D2B"/>
    <w:rsid w:val="003A3A74"/>
    <w:rsid w:val="003E7705"/>
    <w:rsid w:val="004010AE"/>
    <w:rsid w:val="00430421"/>
    <w:rsid w:val="00460C42"/>
    <w:rsid w:val="004B08DB"/>
    <w:rsid w:val="0053120E"/>
    <w:rsid w:val="00556EA2"/>
    <w:rsid w:val="00586900"/>
    <w:rsid w:val="005B55FB"/>
    <w:rsid w:val="005B63AB"/>
    <w:rsid w:val="005C5E36"/>
    <w:rsid w:val="005D46F4"/>
    <w:rsid w:val="005D6C49"/>
    <w:rsid w:val="00602AFC"/>
    <w:rsid w:val="006112D4"/>
    <w:rsid w:val="00625FF2"/>
    <w:rsid w:val="00646F6D"/>
    <w:rsid w:val="00650AFC"/>
    <w:rsid w:val="0065348D"/>
    <w:rsid w:val="007022BD"/>
    <w:rsid w:val="00707397"/>
    <w:rsid w:val="007715CF"/>
    <w:rsid w:val="007762B0"/>
    <w:rsid w:val="007A2732"/>
    <w:rsid w:val="007B4AAC"/>
    <w:rsid w:val="007D208E"/>
    <w:rsid w:val="0081549C"/>
    <w:rsid w:val="00826AD2"/>
    <w:rsid w:val="00834627"/>
    <w:rsid w:val="0086246D"/>
    <w:rsid w:val="008627B2"/>
    <w:rsid w:val="00871134"/>
    <w:rsid w:val="00876EAD"/>
    <w:rsid w:val="00884DA6"/>
    <w:rsid w:val="008B4A7C"/>
    <w:rsid w:val="008C0F31"/>
    <w:rsid w:val="008E6657"/>
    <w:rsid w:val="0090009C"/>
    <w:rsid w:val="00913739"/>
    <w:rsid w:val="009618D5"/>
    <w:rsid w:val="009C6765"/>
    <w:rsid w:val="009C7C8A"/>
    <w:rsid w:val="009F50FB"/>
    <w:rsid w:val="00A23027"/>
    <w:rsid w:val="00A23B3A"/>
    <w:rsid w:val="00A46611"/>
    <w:rsid w:val="00A96744"/>
    <w:rsid w:val="00AE2448"/>
    <w:rsid w:val="00AF5D9D"/>
    <w:rsid w:val="00B06C01"/>
    <w:rsid w:val="00B955B6"/>
    <w:rsid w:val="00BC3F3E"/>
    <w:rsid w:val="00BC68F8"/>
    <w:rsid w:val="00BE6562"/>
    <w:rsid w:val="00BF706A"/>
    <w:rsid w:val="00C32CC6"/>
    <w:rsid w:val="00C40C16"/>
    <w:rsid w:val="00C53E55"/>
    <w:rsid w:val="00C84D88"/>
    <w:rsid w:val="00C921E3"/>
    <w:rsid w:val="00CC2A43"/>
    <w:rsid w:val="00CC5564"/>
    <w:rsid w:val="00D11FDA"/>
    <w:rsid w:val="00D609CD"/>
    <w:rsid w:val="00D63EAD"/>
    <w:rsid w:val="00D7583F"/>
    <w:rsid w:val="00DA3B12"/>
    <w:rsid w:val="00DC010B"/>
    <w:rsid w:val="00DE4C46"/>
    <w:rsid w:val="00E01F08"/>
    <w:rsid w:val="00E035FA"/>
    <w:rsid w:val="00E10068"/>
    <w:rsid w:val="00E22996"/>
    <w:rsid w:val="00E637E3"/>
    <w:rsid w:val="00EC42F4"/>
    <w:rsid w:val="00ED6703"/>
    <w:rsid w:val="00EF1D7F"/>
    <w:rsid w:val="00F26995"/>
    <w:rsid w:val="00F40F58"/>
    <w:rsid w:val="00F416C4"/>
    <w:rsid w:val="00F93413"/>
    <w:rsid w:val="00F934D1"/>
    <w:rsid w:val="00F9359B"/>
    <w:rsid w:val="00FE3CD6"/>
    <w:rsid w:val="00F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001F"/>
  <w15:chartTrackingRefBased/>
  <w15:docId w15:val="{86039207-BC2F-4467-971A-67A69A25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EB"/>
    <w:pPr>
      <w:suppressAutoHyphens/>
      <w:snapToGrid w:val="0"/>
      <w:spacing w:after="0" w:line="240" w:lineRule="auto"/>
    </w:pPr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0218EB"/>
    <w:pPr>
      <w:keepNext/>
      <w:numPr>
        <w:ilvl w:val="1"/>
        <w:numId w:val="1"/>
      </w:numPr>
      <w:shd w:val="clear" w:color="auto" w:fill="344398"/>
      <w:jc w:val="center"/>
      <w:outlineLvl w:val="1"/>
    </w:pPr>
    <w:rPr>
      <w:rFonts w:ascii="Verdana" w:hAnsi="Verdana" w:cs="Arial"/>
      <w:bCs/>
      <w:color w:val="FFFFF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0218EB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18EB"/>
    <w:rPr>
      <w:rFonts w:ascii="Verdana" w:eastAsia="Times New Roman" w:hAnsi="Verdana" w:cs="Arial"/>
      <w:b/>
      <w:bCs/>
      <w:color w:val="FFFFFF"/>
      <w:kern w:val="0"/>
      <w:sz w:val="32"/>
      <w:szCs w:val="32"/>
      <w:shd w:val="clear" w:color="auto" w:fill="34439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0218EB"/>
    <w:rPr>
      <w:rFonts w:ascii="Arial" w:eastAsia="Times New Roman" w:hAnsi="Arial" w:cs="Arial"/>
      <w:b/>
      <w:bCs/>
      <w:color w:val="FFFFFF"/>
      <w:kern w:val="0"/>
      <w:sz w:val="32"/>
      <w:szCs w:val="18"/>
      <w:shd w:val="clear" w:color="auto" w:fill="999999"/>
      <w:lang w:eastAsia="ar-SA"/>
      <w14:ligatures w14:val="none"/>
    </w:rPr>
  </w:style>
  <w:style w:type="character" w:styleId="Hipercze">
    <w:name w:val="Hyperlink"/>
    <w:rsid w:val="000218EB"/>
    <w:rPr>
      <w:color w:val="0000FF"/>
      <w:u w:val="single"/>
    </w:rPr>
  </w:style>
  <w:style w:type="paragraph" w:customStyle="1" w:styleId="Zawartotabeli">
    <w:name w:val="Zawartość tabeli"/>
    <w:basedOn w:val="Normalny"/>
    <w:rsid w:val="000218EB"/>
    <w:pPr>
      <w:suppressLineNumbers/>
    </w:pPr>
  </w:style>
  <w:style w:type="paragraph" w:styleId="Bezodstpw">
    <w:name w:val="No Spacing"/>
    <w:uiPriority w:val="1"/>
    <w:qFormat/>
    <w:rsid w:val="000218EB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02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">
    <w:name w:val="WW-Absatz-Standardschriftart"/>
    <w:rsid w:val="00FF270D"/>
  </w:style>
  <w:style w:type="paragraph" w:styleId="Nagwek">
    <w:name w:val="header"/>
    <w:basedOn w:val="Normalny"/>
    <w:link w:val="NagwekZnak"/>
    <w:uiPriority w:val="99"/>
    <w:unhideWhenUsed/>
    <w:rsid w:val="008B4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A7C"/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4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A7C"/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15</Pages>
  <Words>6321</Words>
  <Characters>37927</Characters>
  <Application>Microsoft Office Word</Application>
  <DocSecurity>0</DocSecurity>
  <Lines>316</Lines>
  <Paragraphs>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1. POZIOM KOMPETENCJI JĘZYKOWEJ WG ESOKJ – A1, KTÓRA JEST MOŻLIWA DO OSIĄGNIĘCIA</vt:lpstr>
      <vt:lpstr>    Kryteria oceniania ogólne</vt:lpstr>
    </vt:vector>
  </TitlesOfParts>
  <Company/>
  <LinksUpToDate>false</LinksUpToDate>
  <CharactersWithSpaces>44160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Michalska</dc:creator>
  <cp:keywords/>
  <dc:description/>
  <cp:lastModifiedBy>Alina Trepiak</cp:lastModifiedBy>
  <cp:revision>114</cp:revision>
  <dcterms:created xsi:type="dcterms:W3CDTF">2024-10-01T13:21:00Z</dcterms:created>
  <dcterms:modified xsi:type="dcterms:W3CDTF">2025-09-06T16:29:00Z</dcterms:modified>
</cp:coreProperties>
</file>